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7126C8" w:rsidP="00624106">
            <w:pPr>
              <w:pStyle w:val="CUSTOMBoldColumnHead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 wp14:anchorId="75AAEAAA" wp14:editId="38F963AF">
                      <wp:simplePos x="0" y="0"/>
                      <wp:positionH relativeFrom="page">
                        <wp:posOffset>5502910</wp:posOffset>
                      </wp:positionH>
                      <wp:positionV relativeFrom="page">
                        <wp:posOffset>4342765</wp:posOffset>
                      </wp:positionV>
                      <wp:extent cx="1090930" cy="102235"/>
                      <wp:effectExtent l="0" t="0" r="0" b="3175"/>
                      <wp:wrapNone/>
                      <wp:docPr id="28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0930" cy="102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B3328" w:rsidRPr="00F835DA" w:rsidRDefault="00FB3328" w:rsidP="00977A1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2" o:spid="_x0000_s1026" type="#_x0000_t202" style="position:absolute;margin-left:433.3pt;margin-top:341.95pt;width:85.9pt;height:8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" filled="f" stroked="f" strokeweight=".5pt">
                      <v:textbox style="mso-fit-shape-to-text:t" inset="0,0,0,0">
                        <w:txbxContent>
                          <w:p w:rsidR="00A15FF2" w:rsidRPr="00F835DA" w:rsidRDefault="00A15FF2" w:rsidP="00977A1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 wp14:anchorId="52720804" wp14:editId="7BAA5A5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4342765</wp:posOffset>
                      </wp:positionV>
                      <wp:extent cx="1090930" cy="102235"/>
                      <wp:effectExtent l="0" t="0" r="0" b="1270"/>
                      <wp:wrapNone/>
                      <wp:docPr id="27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0930" cy="102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B3328" w:rsidRPr="00F835DA" w:rsidRDefault="00FB3328" w:rsidP="00977A1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Small diameter GSV in the distal thigh –proximal calf bilaterally.</w:t>
                                  </w:r>
                                  <w:proofErr w:type="gram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27" type="#_x0000_t202" style="position:absolute;margin-left:.55pt;margin-top:341.95pt;width:85.9pt;height:8.0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" filled="f" stroked="f" strokeweight=".5pt">
                      <v:textbox style="mso-fit-shape-to-text:t" inset="0,0,0,0">
                        <w:txbxContent>
                          <w:p w:rsidR="00A15FF2" w:rsidRPr="00F835DA" w:rsidRDefault="00A15FF2" w:rsidP="00977A1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Small diameter GSV in the distal thigh –proximal calf bilaterally.</w:t>
                            </w:r>
                            <w:proofErr w:type="gram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D35CC3">
              <w:t>Vascular lab report</w:t>
            </w: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A15FF2">
            <w:pPr>
              <w:pStyle w:val="CUSTOMBoldColumnHeading"/>
            </w:pPr>
            <w:r>
              <w:t xml:space="preserve">Assessed by: </w:t>
            </w:r>
            <w:r w:rsidR="00A15FF2">
              <w:rPr>
                <w:b w:val="0"/>
              </w:rPr>
              <w:t>Daniel Sims</w:t>
            </w: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  <w:r>
              <w:t>Name:</w:t>
            </w:r>
            <w:r w:rsidR="00596D0F">
              <w:t xml:space="preserve"> </w:t>
            </w:r>
            <w:r w:rsidR="00A15FF2" w:rsidRPr="00A15FF2">
              <w:t>CREECH, PAMELA</w:t>
            </w:r>
            <w:r w:rsidR="00A15FF2">
              <w:t xml:space="preserve"> 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  <w:r>
              <w:t>Hospital No:</w:t>
            </w:r>
            <w:r w:rsidR="00596D0F">
              <w:t xml:space="preserve"> </w:t>
            </w:r>
            <w:r w:rsidR="00A15FF2" w:rsidRPr="00A15FF2">
              <w:t>400945195</w:t>
            </w:r>
            <w:r w:rsidR="00A15FF2">
              <w:t xml:space="preserve"> 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15FF2">
            <w:pPr>
              <w:pStyle w:val="CUSTOMHeaderText"/>
            </w:pPr>
            <w:r>
              <w:t>Date of Exams:</w:t>
            </w:r>
            <w:r w:rsidR="00596D0F">
              <w:t xml:space="preserve"> </w:t>
            </w:r>
            <w:r w:rsidR="00A15FF2">
              <w:t>27/08/2019</w:t>
            </w: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  <w:r>
              <w:t>DOB:</w:t>
            </w:r>
            <w:r w:rsidR="00596D0F">
              <w:t xml:space="preserve"> </w:t>
            </w:r>
            <w:r w:rsidR="00A15FF2" w:rsidRPr="00A15FF2">
              <w:t>09/09/1944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  <w:r>
              <w:t>NHS No:</w:t>
            </w:r>
            <w:r w:rsidR="00596D0F">
              <w:t xml:space="preserve"> </w:t>
            </w:r>
            <w:r w:rsidR="00A15FF2" w:rsidRPr="00A15FF2">
              <w:t>4086020092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15FF2">
            <w:pPr>
              <w:pStyle w:val="CUSTOMHeaderText"/>
            </w:pPr>
            <w:proofErr w:type="spellStart"/>
            <w:r>
              <w:t>Ip</w:t>
            </w:r>
            <w:proofErr w:type="spellEnd"/>
            <w:r>
              <w:t>/Op</w:t>
            </w:r>
            <w:r w:rsidR="00596D0F">
              <w:t xml:space="preserve">: </w:t>
            </w:r>
            <w:r w:rsidR="00A15FF2">
              <w:t>OP</w:t>
            </w:r>
          </w:p>
        </w:tc>
      </w:tr>
      <w:tr w:rsidR="003E416A" w:rsidTr="00A15FF2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A15FF2">
            <w:pPr>
              <w:pStyle w:val="CUSTOMHeaderText"/>
            </w:pPr>
            <w:r>
              <w:t xml:space="preserve">Referrer: </w:t>
            </w:r>
            <w:r w:rsidR="00A15FF2">
              <w:t>Mr El-</w:t>
            </w:r>
            <w:proofErr w:type="spellStart"/>
            <w:r w:rsidR="00A15FF2">
              <w:t>Gaddal</w:t>
            </w:r>
            <w:proofErr w:type="spellEnd"/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A15FF2">
            <w:pPr>
              <w:pStyle w:val="CUSTOMHeaderText"/>
            </w:pPr>
            <w:r>
              <w:t xml:space="preserve">Hospital Site: </w:t>
            </w:r>
            <w:r w:rsidR="00A15FF2">
              <w:t>QEH</w:t>
            </w:r>
          </w:p>
        </w:tc>
      </w:tr>
      <w:tr w:rsidR="003E416A" w:rsidTr="00A15FF2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813362">
            <w:pPr>
              <w:pStyle w:val="CUSTOMHeaderText"/>
            </w:pPr>
            <w:r>
              <w:t xml:space="preserve">Clinical Indications: </w:t>
            </w:r>
            <w:proofErr w:type="spellStart"/>
            <w:r w:rsidR="00A15FF2" w:rsidRPr="00A15FF2">
              <w:t>bilaeral</w:t>
            </w:r>
            <w:proofErr w:type="spellEnd"/>
            <w:r w:rsidR="00A15FF2" w:rsidRPr="00A15FF2">
              <w:t xml:space="preserve"> lower limb varicose </w:t>
            </w:r>
            <w:proofErr w:type="spellStart"/>
            <w:r w:rsidR="00A15FF2" w:rsidRPr="00A15FF2">
              <w:t>veins</w:t>
            </w:r>
            <w:proofErr w:type="gramStart"/>
            <w:r w:rsidR="00A15FF2" w:rsidRPr="00A15FF2">
              <w:t>..</w:t>
            </w:r>
            <w:proofErr w:type="gramEnd"/>
            <w:r w:rsidR="00A15FF2" w:rsidRPr="00A15FF2">
              <w:t>skin</w:t>
            </w:r>
            <w:proofErr w:type="spellEnd"/>
            <w:r w:rsidR="00A15FF2" w:rsidRPr="00A15FF2">
              <w:t xml:space="preserve"> discoloration</w:t>
            </w: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A078E6" w:rsidP="008C67DE">
            <w:pPr>
              <w:pStyle w:val="CUSTOMBoldColumnHeading"/>
            </w:pPr>
            <w:r>
              <w:t xml:space="preserve">Lower Limb </w:t>
            </w:r>
            <w:r w:rsidR="00123164">
              <w:t>– Venous I</w:t>
            </w:r>
            <w:r>
              <w:t>nsufficiency scan</w:t>
            </w:r>
            <w:r w:rsidR="00BC2B3E">
              <w:t xml:space="preserve"> [Both]</w:t>
            </w:r>
            <w:r w:rsidR="00850CED">
              <w:t xml:space="preserve"> – </w:t>
            </w:r>
            <w:r w:rsidR="008C67DE">
              <w:t>Normal</w:t>
            </w: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FB3328" w:rsidP="00DC01AB">
            <w:pPr>
              <w:pStyle w:val="CUSTOMNormal"/>
            </w:pPr>
            <w:bookmarkStart w:id="0" w:name="_GoBack"/>
            <w:bookmarkEnd w:id="0"/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2380659</wp:posOffset>
                      </wp:positionH>
                      <wp:positionV relativeFrom="page">
                        <wp:posOffset>4015312</wp:posOffset>
                      </wp:positionV>
                      <wp:extent cx="1327638" cy="963177"/>
                      <wp:effectExtent l="0" t="0" r="25400" b="27940"/>
                      <wp:wrapNone/>
                      <wp:docPr id="89" name="Text Box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7638" cy="9631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B3328" w:rsidRDefault="00AF0BD3">
                                  <w:r>
                                    <w:t>12cm below knee crease, incompetent perforator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9" o:spid="_x0000_s1028" type="#_x0000_t202" style="position:absolute;margin-left:187.45pt;margin-top:316.15pt;width:104.55pt;height:75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" fillcolor="white [3201]" strokeweight=".5pt">
                      <v:textbox>
                        <w:txbxContent>
                          <w:p w:rsidR="00FB3328" w:rsidRDefault="00AF0BD3">
                            <w:r>
                              <w:t>12cm below knee crease, incompetent perforator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4D63A6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2117755</wp:posOffset>
                      </wp:positionH>
                      <wp:positionV relativeFrom="page">
                        <wp:posOffset>4030818</wp:posOffset>
                      </wp:positionV>
                      <wp:extent cx="117044" cy="148855"/>
                      <wp:effectExtent l="0" t="0" r="16510" b="41910"/>
                      <wp:wrapNone/>
                      <wp:docPr id="75" name="Freeform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044" cy="148855"/>
                              </a:xfrm>
                              <a:custGeom>
                                <a:avLst/>
                                <a:gdLst>
                                  <a:gd name="connsiteX0" fmla="*/ 0 w 117044"/>
                                  <a:gd name="connsiteY0" fmla="*/ 0 h 148855"/>
                                  <a:gd name="connsiteX1" fmla="*/ 42530 w 117044"/>
                                  <a:gd name="connsiteY1" fmla="*/ 53162 h 148855"/>
                                  <a:gd name="connsiteX2" fmla="*/ 63795 w 117044"/>
                                  <a:gd name="connsiteY2" fmla="*/ 116958 h 148855"/>
                                  <a:gd name="connsiteX3" fmla="*/ 85060 w 117044"/>
                                  <a:gd name="connsiteY3" fmla="*/ 148855 h 148855"/>
                                  <a:gd name="connsiteX4" fmla="*/ 116958 w 117044"/>
                                  <a:gd name="connsiteY4" fmla="*/ 127590 h 1488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7044" h="148855">
                                    <a:moveTo>
                                      <a:pt x="0" y="0"/>
                                    </a:moveTo>
                                    <a:cubicBezTo>
                                      <a:pt x="14177" y="17721"/>
                                      <a:pt x="31663" y="33239"/>
                                      <a:pt x="42530" y="53162"/>
                                    </a:cubicBezTo>
                                    <a:cubicBezTo>
                                      <a:pt x="53264" y="72841"/>
                                      <a:pt x="51361" y="98307"/>
                                      <a:pt x="63795" y="116958"/>
                                    </a:cubicBezTo>
                                    <a:lnTo>
                                      <a:pt x="85060" y="148855"/>
                                    </a:lnTo>
                                    <a:cubicBezTo>
                                      <a:pt x="120320" y="137102"/>
                                      <a:pt x="116958" y="149431"/>
                                      <a:pt x="116958" y="12759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75" o:spid="_x0000_s1026" style="position:absolute;margin-left:166.75pt;margin-top:317.4pt;width:9.2pt;height:11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17044,148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" path="m,c14177,17721,31663,33239,42530,53162v10734,19679,8831,45145,21265,63796l85060,148855v35260,-11753,31898,576,31898,-21265e" filled="f" strokecolor="red" strokeweight="1pt">
                      <v:stroke joinstyle="miter"/>
                      <v:path arrowok="t" o:connecttype="custom" o:connectlocs="0,0;42530,53162;63795,116958;85060,148855;116958,127590" o:connectangles="0,0,0,0,0"/>
                      <w10:wrap anchory="page"/>
                    </v:shape>
                  </w:pict>
                </mc:Fallback>
              </mc:AlternateContent>
            </w:r>
            <w:r w:rsidR="004D63A6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2139020</wp:posOffset>
                      </wp:positionH>
                      <wp:positionV relativeFrom="page">
                        <wp:posOffset>3956390</wp:posOffset>
                      </wp:positionV>
                      <wp:extent cx="116958" cy="180753"/>
                      <wp:effectExtent l="0" t="0" r="16510" b="10160"/>
                      <wp:wrapNone/>
                      <wp:docPr id="74" name="Freeform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958" cy="180753"/>
                              </a:xfrm>
                              <a:custGeom>
                                <a:avLst/>
                                <a:gdLst>
                                  <a:gd name="connsiteX0" fmla="*/ 0 w 116958"/>
                                  <a:gd name="connsiteY0" fmla="*/ 0 h 180753"/>
                                  <a:gd name="connsiteX1" fmla="*/ 21265 w 116958"/>
                                  <a:gd name="connsiteY1" fmla="*/ 85060 h 180753"/>
                                  <a:gd name="connsiteX2" fmla="*/ 53162 w 116958"/>
                                  <a:gd name="connsiteY2" fmla="*/ 106325 h 180753"/>
                                  <a:gd name="connsiteX3" fmla="*/ 116958 w 116958"/>
                                  <a:gd name="connsiteY3" fmla="*/ 127590 h 180753"/>
                                  <a:gd name="connsiteX4" fmla="*/ 116958 w 116958"/>
                                  <a:gd name="connsiteY4" fmla="*/ 180753 h 1807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6958" h="180753">
                                    <a:moveTo>
                                      <a:pt x="0" y="0"/>
                                    </a:moveTo>
                                    <a:cubicBezTo>
                                      <a:pt x="530" y="2651"/>
                                      <a:pt x="12545" y="74160"/>
                                      <a:pt x="21265" y="85060"/>
                                    </a:cubicBezTo>
                                    <a:cubicBezTo>
                                      <a:pt x="29248" y="95038"/>
                                      <a:pt x="41485" y="101135"/>
                                      <a:pt x="53162" y="106325"/>
                                    </a:cubicBezTo>
                                    <a:cubicBezTo>
                                      <a:pt x="73646" y="115429"/>
                                      <a:pt x="116958" y="105174"/>
                                      <a:pt x="116958" y="127590"/>
                                    </a:cubicBezTo>
                                    <a:lnTo>
                                      <a:pt x="116958" y="180753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74" o:spid="_x0000_s1026" style="position:absolute;margin-left:168.45pt;margin-top:311.55pt;width:9.2pt;height:14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16958,180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" path="m,c530,2651,12545,74160,21265,85060v7983,9978,20220,16075,31897,21265c73646,115429,116958,105174,116958,127590r,53163e" filled="f" strokecolor="red" strokeweight="1pt">
                      <v:stroke joinstyle="miter"/>
                      <v:path arrowok="t" o:connecttype="custom" o:connectlocs="0,0;21265,85060;53162,106325;116958,127590;116958,180753" o:connectangles="0,0,0,0,0"/>
                      <w10:wrap anchory="page"/>
                    </v:shape>
                  </w:pict>
                </mc:Fallback>
              </mc:AlternateContent>
            </w:r>
            <w:r w:rsidR="00A15F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608101</wp:posOffset>
                      </wp:positionH>
                      <wp:positionV relativeFrom="page">
                        <wp:posOffset>4415206</wp:posOffset>
                      </wp:positionV>
                      <wp:extent cx="1104519" cy="658368"/>
                      <wp:effectExtent l="0" t="0" r="19685" b="27940"/>
                      <wp:wrapNone/>
                      <wp:docPr id="73" name="Text Box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4519" cy="6583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B3328" w:rsidRDefault="00FB332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Right </w:t>
                                  </w:r>
                                  <w:r w:rsidRPr="00A15FF2">
                                    <w:rPr>
                                      <w:sz w:val="18"/>
                                      <w:szCs w:val="18"/>
                                    </w:rPr>
                                    <w:t xml:space="preserve">Incompetent perforator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3-4cm above medial </w:t>
                                  </w: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mallellous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FB3328" w:rsidRPr="00A15FF2" w:rsidRDefault="00FB332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28" type="#_x0000_t202" style="position:absolute;margin-left:47.9pt;margin-top:347.65pt;width:86.95pt;height:5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" fillcolor="white [3201]" strokeweight=".5pt">
                      <v:textbox>
                        <w:txbxContent>
                          <w:p w:rsidR="00A15FF2" w:rsidRDefault="00A15F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Right </w:t>
                            </w:r>
                            <w:r w:rsidRPr="00A15FF2">
                              <w:rPr>
                                <w:sz w:val="18"/>
                                <w:szCs w:val="18"/>
                              </w:rPr>
                              <w:t xml:space="preserve">Incompetent perforator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3-4cm above medial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mallellous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A15FF2" w:rsidRPr="00A15FF2" w:rsidRDefault="00A15F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A15F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1822425</wp:posOffset>
                      </wp:positionH>
                      <wp:positionV relativeFrom="page">
                        <wp:posOffset>4854118</wp:posOffset>
                      </wp:positionV>
                      <wp:extent cx="65836" cy="43891"/>
                      <wp:effectExtent l="0" t="0" r="10795" b="13335"/>
                      <wp:wrapNone/>
                      <wp:docPr id="72" name="Freeform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836" cy="43891"/>
                              </a:xfrm>
                              <a:custGeom>
                                <a:avLst/>
                                <a:gdLst>
                                  <a:gd name="connsiteX0" fmla="*/ 0 w 65836"/>
                                  <a:gd name="connsiteY0" fmla="*/ 43891 h 43891"/>
                                  <a:gd name="connsiteX1" fmla="*/ 58521 w 65836"/>
                                  <a:gd name="connsiteY1" fmla="*/ 7315 h 43891"/>
                                  <a:gd name="connsiteX2" fmla="*/ 65836 w 65836"/>
                                  <a:gd name="connsiteY2" fmla="*/ 0 h 438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5836" h="43891">
                                    <a:moveTo>
                                      <a:pt x="0" y="43891"/>
                                    </a:moveTo>
                                    <a:cubicBezTo>
                                      <a:pt x="13766" y="35631"/>
                                      <a:pt x="43511" y="18572"/>
                                      <a:pt x="58521" y="7315"/>
                                    </a:cubicBezTo>
                                    <a:cubicBezTo>
                                      <a:pt x="61280" y="5246"/>
                                      <a:pt x="63398" y="2438"/>
                                      <a:pt x="65836" y="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72" o:spid="_x0000_s1026" style="position:absolute;margin-left:143.5pt;margin-top:382.2pt;width:5.2pt;height:3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65836,43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" path="m,43891c13766,35631,43511,18572,58521,7315,61280,5246,63398,2438,65836,e" filled="f" strokecolor="red" strokeweight="1pt">
                      <v:stroke joinstyle="miter"/>
                      <v:path arrowok="t" o:connecttype="custom" o:connectlocs="0,43891;58521,7315;65836,0" o:connectangles="0,0,0"/>
                      <w10:wrap anchory="page"/>
                    </v:shape>
                  </w:pict>
                </mc:Fallback>
              </mc:AlternateContent>
            </w:r>
            <w:r w:rsidR="00A15F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1793164</wp:posOffset>
                      </wp:positionH>
                      <wp:positionV relativeFrom="page">
                        <wp:posOffset>4795596</wp:posOffset>
                      </wp:positionV>
                      <wp:extent cx="58580" cy="65837"/>
                      <wp:effectExtent l="0" t="0" r="17780" b="10795"/>
                      <wp:wrapNone/>
                      <wp:docPr id="71" name="Freeform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580" cy="65837"/>
                              </a:xfrm>
                              <a:custGeom>
                                <a:avLst/>
                                <a:gdLst>
                                  <a:gd name="connsiteX0" fmla="*/ 0 w 58580"/>
                                  <a:gd name="connsiteY0" fmla="*/ 65837 h 65837"/>
                                  <a:gd name="connsiteX1" fmla="*/ 14630 w 58580"/>
                                  <a:gd name="connsiteY1" fmla="*/ 29261 h 65837"/>
                                  <a:gd name="connsiteX2" fmla="*/ 36576 w 58580"/>
                                  <a:gd name="connsiteY2" fmla="*/ 14631 h 65837"/>
                                  <a:gd name="connsiteX3" fmla="*/ 58521 w 58580"/>
                                  <a:gd name="connsiteY3" fmla="*/ 0 h 658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8580" h="65837">
                                    <a:moveTo>
                                      <a:pt x="0" y="65837"/>
                                    </a:moveTo>
                                    <a:cubicBezTo>
                                      <a:pt x="4877" y="53645"/>
                                      <a:pt x="6998" y="39946"/>
                                      <a:pt x="14630" y="29261"/>
                                    </a:cubicBezTo>
                                    <a:cubicBezTo>
                                      <a:pt x="19740" y="22107"/>
                                      <a:pt x="28712" y="18563"/>
                                      <a:pt x="36576" y="14631"/>
                                    </a:cubicBezTo>
                                    <a:cubicBezTo>
                                      <a:pt x="60834" y="2502"/>
                                      <a:pt x="58521" y="16304"/>
                                      <a:pt x="58521" y="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71" o:spid="_x0000_s1026" style="position:absolute;margin-left:141.2pt;margin-top:377.6pt;width:4.6pt;height:5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58580,65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" path="m,65837c4877,53645,6998,39946,14630,29261,19740,22107,28712,18563,36576,14631,60834,2502,58521,16304,58521,e" filled="f" strokecolor="red" strokeweight="1pt">
                      <v:stroke joinstyle="miter"/>
                      <v:path arrowok="t" o:connecttype="custom" o:connectlocs="0,65837;14630,29261;36576,14631;58521,0" o:connectangles="0,0,0,0"/>
                      <w10:wrap anchory="page"/>
                    </v:shape>
                  </w:pict>
                </mc:Fallback>
              </mc:AlternateContent>
            </w:r>
            <w:r w:rsidR="00A15F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1983359</wp:posOffset>
                      </wp:positionH>
                      <wp:positionV relativeFrom="page">
                        <wp:posOffset>3171622</wp:posOffset>
                      </wp:positionV>
                      <wp:extent cx="124843" cy="826715"/>
                      <wp:effectExtent l="19050" t="0" r="27940" b="12065"/>
                      <wp:wrapNone/>
                      <wp:docPr id="70" name="Freeform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843" cy="826715"/>
                              </a:xfrm>
                              <a:custGeom>
                                <a:avLst/>
                                <a:gdLst>
                                  <a:gd name="connsiteX0" fmla="*/ 43891 w 124843"/>
                                  <a:gd name="connsiteY0" fmla="*/ 0 h 826715"/>
                                  <a:gd name="connsiteX1" fmla="*/ 51206 w 124843"/>
                                  <a:gd name="connsiteY1" fmla="*/ 36576 h 826715"/>
                                  <a:gd name="connsiteX2" fmla="*/ 36576 w 124843"/>
                                  <a:gd name="connsiteY2" fmla="*/ 80467 h 826715"/>
                                  <a:gd name="connsiteX3" fmla="*/ 29261 w 124843"/>
                                  <a:gd name="connsiteY3" fmla="*/ 102413 h 826715"/>
                                  <a:gd name="connsiteX4" fmla="*/ 14630 w 124843"/>
                                  <a:gd name="connsiteY4" fmla="*/ 153619 h 826715"/>
                                  <a:gd name="connsiteX5" fmla="*/ 0 w 124843"/>
                                  <a:gd name="connsiteY5" fmla="*/ 182880 h 826715"/>
                                  <a:gd name="connsiteX6" fmla="*/ 7315 w 124843"/>
                                  <a:gd name="connsiteY6" fmla="*/ 219456 h 826715"/>
                                  <a:gd name="connsiteX7" fmla="*/ 36576 w 124843"/>
                                  <a:gd name="connsiteY7" fmla="*/ 248717 h 826715"/>
                                  <a:gd name="connsiteX8" fmla="*/ 43891 w 124843"/>
                                  <a:gd name="connsiteY8" fmla="*/ 270662 h 826715"/>
                                  <a:gd name="connsiteX9" fmla="*/ 58522 w 124843"/>
                                  <a:gd name="connsiteY9" fmla="*/ 285293 h 826715"/>
                                  <a:gd name="connsiteX10" fmla="*/ 65837 w 124843"/>
                                  <a:gd name="connsiteY10" fmla="*/ 351129 h 826715"/>
                                  <a:gd name="connsiteX11" fmla="*/ 73152 w 124843"/>
                                  <a:gd name="connsiteY11" fmla="*/ 395021 h 826715"/>
                                  <a:gd name="connsiteX12" fmla="*/ 65837 w 124843"/>
                                  <a:gd name="connsiteY12" fmla="*/ 504749 h 826715"/>
                                  <a:gd name="connsiteX13" fmla="*/ 51206 w 124843"/>
                                  <a:gd name="connsiteY13" fmla="*/ 563270 h 826715"/>
                                  <a:gd name="connsiteX14" fmla="*/ 58522 w 124843"/>
                                  <a:gd name="connsiteY14" fmla="*/ 680313 h 826715"/>
                                  <a:gd name="connsiteX15" fmla="*/ 65837 w 124843"/>
                                  <a:gd name="connsiteY15" fmla="*/ 709574 h 826715"/>
                                  <a:gd name="connsiteX16" fmla="*/ 58522 w 124843"/>
                                  <a:gd name="connsiteY16" fmla="*/ 819302 h 826715"/>
                                  <a:gd name="connsiteX17" fmla="*/ 124358 w 124843"/>
                                  <a:gd name="connsiteY17" fmla="*/ 811987 h 826715"/>
                                  <a:gd name="connsiteX18" fmla="*/ 117043 w 124843"/>
                                  <a:gd name="connsiteY18" fmla="*/ 811987 h 8267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24843" h="826715">
                                    <a:moveTo>
                                      <a:pt x="43891" y="0"/>
                                    </a:moveTo>
                                    <a:cubicBezTo>
                                      <a:pt x="46329" y="12192"/>
                                      <a:pt x="52332" y="24194"/>
                                      <a:pt x="51206" y="36576"/>
                                    </a:cubicBezTo>
                                    <a:cubicBezTo>
                                      <a:pt x="49810" y="51934"/>
                                      <a:pt x="41453" y="65837"/>
                                      <a:pt x="36576" y="80467"/>
                                    </a:cubicBezTo>
                                    <a:cubicBezTo>
                                      <a:pt x="34138" y="87782"/>
                                      <a:pt x="31131" y="94932"/>
                                      <a:pt x="29261" y="102413"/>
                                    </a:cubicBezTo>
                                    <a:cubicBezTo>
                                      <a:pt x="25547" y="117269"/>
                                      <a:pt x="20929" y="138922"/>
                                      <a:pt x="14630" y="153619"/>
                                    </a:cubicBezTo>
                                    <a:cubicBezTo>
                                      <a:pt x="10334" y="163642"/>
                                      <a:pt x="4877" y="173126"/>
                                      <a:pt x="0" y="182880"/>
                                    </a:cubicBezTo>
                                    <a:cubicBezTo>
                                      <a:pt x="2438" y="195072"/>
                                      <a:pt x="1277" y="208587"/>
                                      <a:pt x="7315" y="219456"/>
                                    </a:cubicBezTo>
                                    <a:cubicBezTo>
                                      <a:pt x="14014" y="231514"/>
                                      <a:pt x="36576" y="248717"/>
                                      <a:pt x="36576" y="248717"/>
                                    </a:cubicBezTo>
                                    <a:cubicBezTo>
                                      <a:pt x="39014" y="256032"/>
                                      <a:pt x="39924" y="264050"/>
                                      <a:pt x="43891" y="270662"/>
                                    </a:cubicBezTo>
                                    <a:cubicBezTo>
                                      <a:pt x="47440" y="276576"/>
                                      <a:pt x="56707" y="278639"/>
                                      <a:pt x="58522" y="285293"/>
                                    </a:cubicBezTo>
                                    <a:cubicBezTo>
                                      <a:pt x="64332" y="306595"/>
                                      <a:pt x="62919" y="329242"/>
                                      <a:pt x="65837" y="351129"/>
                                    </a:cubicBezTo>
                                    <a:cubicBezTo>
                                      <a:pt x="67797" y="365831"/>
                                      <a:pt x="70714" y="380390"/>
                                      <a:pt x="73152" y="395021"/>
                                    </a:cubicBezTo>
                                    <a:cubicBezTo>
                                      <a:pt x="70714" y="431597"/>
                                      <a:pt x="70578" y="468400"/>
                                      <a:pt x="65837" y="504749"/>
                                    </a:cubicBezTo>
                                    <a:cubicBezTo>
                                      <a:pt x="63236" y="524688"/>
                                      <a:pt x="51206" y="563270"/>
                                      <a:pt x="51206" y="563270"/>
                                    </a:cubicBezTo>
                                    <a:cubicBezTo>
                                      <a:pt x="53645" y="602284"/>
                                      <a:pt x="54632" y="641417"/>
                                      <a:pt x="58522" y="680313"/>
                                    </a:cubicBezTo>
                                    <a:cubicBezTo>
                                      <a:pt x="59522" y="690317"/>
                                      <a:pt x="65837" y="699520"/>
                                      <a:pt x="65837" y="709574"/>
                                    </a:cubicBezTo>
                                    <a:cubicBezTo>
                                      <a:pt x="65837" y="746231"/>
                                      <a:pt x="40335" y="787475"/>
                                      <a:pt x="58522" y="819302"/>
                                    </a:cubicBezTo>
                                    <a:cubicBezTo>
                                      <a:pt x="69477" y="838473"/>
                                      <a:pt x="102448" y="814726"/>
                                      <a:pt x="124358" y="811987"/>
                                    </a:cubicBezTo>
                                    <a:cubicBezTo>
                                      <a:pt x="126778" y="811685"/>
                                      <a:pt x="119481" y="811987"/>
                                      <a:pt x="117043" y="811987"/>
                                    </a:cubicBezTo>
                                  </a:path>
                                </a:pathLst>
                              </a:custGeom>
                              <a:noFill/>
                              <a:ln w="2222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0" o:spid="_x0000_s1026" style="position:absolute;margin-left:156.15pt;margin-top:249.75pt;width:9.85pt;height:65.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coordsize="124843,826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" path="m43891,v2438,12192,8441,24194,7315,36576c49810,51934,41453,65837,36576,80467v-2438,7315,-5445,14465,-7315,21946c25547,117269,20929,138922,14630,153619,10334,163642,4877,173126,,182880v2438,12192,1277,25707,7315,36576c14014,231514,36576,248717,36576,248717v2438,7315,3348,15333,7315,21945c47440,276576,56707,278639,58522,285293v5810,21302,4397,43949,7315,65836c67797,365831,70714,380390,73152,395021v-2438,36576,-2574,73379,-7315,109728c63236,524688,51206,563270,51206,563270v2439,39014,3426,78147,7316,117043c59522,690317,65837,699520,65837,709574v,36657,-25502,77901,-7315,109728c69477,838473,102448,814726,124358,811987v2420,-302,-4877,,-7315,e" filled="f" strokecolor="red" strokeweight="1.75pt">
                      <v:stroke joinstyle="miter"/>
                      <v:path arrowok="t" o:connecttype="custom" o:connectlocs="43891,0;51206,36576;36576,80467;29261,102413;14630,153619;0,182880;7315,219456;36576,248717;43891,270662;58522,285293;65837,351129;73152,395021;65837,504749;51206,563270;58522,680313;65837,709574;58522,819302;124358,811987;117043,811987" o:connectangles="0,0,0,0,0,0,0,0,0,0,0,0,0,0,0,0,0,0,0"/>
                      <w10:wrap anchory="page"/>
                    </v:shape>
                  </w:pict>
                </mc:Fallback>
              </mc:AlternateContent>
            </w:r>
            <w:r w:rsidR="00A15F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2048766</wp:posOffset>
                      </wp:positionH>
                      <wp:positionV relativeFrom="page">
                        <wp:posOffset>3934303</wp:posOffset>
                      </wp:positionV>
                      <wp:extent cx="73640" cy="1083229"/>
                      <wp:effectExtent l="0" t="0" r="22225" b="22225"/>
                      <wp:wrapNone/>
                      <wp:docPr id="69" name="Freeform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40" cy="1083229"/>
                              </a:xfrm>
                              <a:custGeom>
                                <a:avLst/>
                                <a:gdLst>
                                  <a:gd name="connsiteX0" fmla="*/ 29691 w 73640"/>
                                  <a:gd name="connsiteY0" fmla="*/ 1029543 h 1083229"/>
                                  <a:gd name="connsiteX1" fmla="*/ 22375 w 73640"/>
                                  <a:gd name="connsiteY1" fmla="*/ 239501 h 1083229"/>
                                  <a:gd name="connsiteX2" fmla="*/ 430 w 73640"/>
                                  <a:gd name="connsiteY2" fmla="*/ 34676 h 1083229"/>
                                  <a:gd name="connsiteX3" fmla="*/ 44321 w 73640"/>
                                  <a:gd name="connsiteY3" fmla="*/ 41991 h 1083229"/>
                                  <a:gd name="connsiteX4" fmla="*/ 73582 w 73640"/>
                                  <a:gd name="connsiteY4" fmla="*/ 444327 h 1083229"/>
                                  <a:gd name="connsiteX5" fmla="*/ 51636 w 73640"/>
                                  <a:gd name="connsiteY5" fmla="*/ 949076 h 1083229"/>
                                  <a:gd name="connsiteX6" fmla="*/ 29691 w 73640"/>
                                  <a:gd name="connsiteY6" fmla="*/ 1029543 h 10832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73640" h="1083229">
                                    <a:moveTo>
                                      <a:pt x="29691" y="1029543"/>
                                    </a:moveTo>
                                    <a:cubicBezTo>
                                      <a:pt x="24814" y="911280"/>
                                      <a:pt x="27252" y="405312"/>
                                      <a:pt x="22375" y="239501"/>
                                    </a:cubicBezTo>
                                    <a:cubicBezTo>
                                      <a:pt x="17498" y="73690"/>
                                      <a:pt x="-3228" y="67594"/>
                                      <a:pt x="430" y="34676"/>
                                    </a:cubicBezTo>
                                    <a:cubicBezTo>
                                      <a:pt x="4088" y="1758"/>
                                      <a:pt x="32129" y="-26284"/>
                                      <a:pt x="44321" y="41991"/>
                                    </a:cubicBezTo>
                                    <a:cubicBezTo>
                                      <a:pt x="56513" y="110266"/>
                                      <a:pt x="72363" y="293146"/>
                                      <a:pt x="73582" y="444327"/>
                                    </a:cubicBezTo>
                                    <a:cubicBezTo>
                                      <a:pt x="74801" y="595508"/>
                                      <a:pt x="56513" y="850321"/>
                                      <a:pt x="51636" y="949076"/>
                                    </a:cubicBezTo>
                                    <a:cubicBezTo>
                                      <a:pt x="46759" y="1047831"/>
                                      <a:pt x="34568" y="1147806"/>
                                      <a:pt x="29691" y="10295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69" o:spid="_x0000_s1026" style="position:absolute;margin-left:161.3pt;margin-top:309.8pt;width:5.8pt;height:85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73640,1083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" path="m29691,1029543c24814,911280,27252,405312,22375,239501,17498,73690,-3228,67594,430,34676,4088,1758,32129,-26284,44321,41991v12192,68275,28042,251155,29261,402336c74801,595508,56513,850321,51636,949076v-4877,98755,-17068,198730,-21945,80467xe" fillcolor="red" strokecolor="red" strokeweight="1pt">
                      <v:stroke joinstyle="miter"/>
                      <v:path arrowok="t" o:connecttype="custom" o:connectlocs="29691,1029543;22375,239501;430,34676;44321,41991;73582,444327;51636,949076;29691,1029543" o:connectangles="0,0,0,0,0,0,0"/>
                      <w10:wrap anchory="page"/>
                    </v:shape>
                  </w:pict>
                </mc:Fallback>
              </mc:AlternateContent>
            </w:r>
            <w:r w:rsidR="00A15F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2071141</wp:posOffset>
                      </wp:positionH>
                      <wp:positionV relativeFrom="page">
                        <wp:posOffset>1086790</wp:posOffset>
                      </wp:positionV>
                      <wp:extent cx="305594" cy="1282114"/>
                      <wp:effectExtent l="0" t="0" r="18415" b="13335"/>
                      <wp:wrapNone/>
                      <wp:docPr id="68" name="Freeform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5594" cy="1282114"/>
                              </a:xfrm>
                              <a:custGeom>
                                <a:avLst/>
                                <a:gdLst>
                                  <a:gd name="connsiteX0" fmla="*/ 3519 w 305594"/>
                                  <a:gd name="connsiteY0" fmla="*/ 1119708 h 1282114"/>
                                  <a:gd name="connsiteX1" fmla="*/ 3519 w 305594"/>
                                  <a:gd name="connsiteY1" fmla="*/ 1039241 h 1282114"/>
                                  <a:gd name="connsiteX2" fmla="*/ 40095 w 305594"/>
                                  <a:gd name="connsiteY2" fmla="*/ 402819 h 1282114"/>
                                  <a:gd name="connsiteX3" fmla="*/ 179083 w 305594"/>
                                  <a:gd name="connsiteY3" fmla="*/ 88265 h 1282114"/>
                                  <a:gd name="connsiteX4" fmla="*/ 252235 w 305594"/>
                                  <a:gd name="connsiteY4" fmla="*/ 483 h 1282114"/>
                                  <a:gd name="connsiteX5" fmla="*/ 303442 w 305594"/>
                                  <a:gd name="connsiteY5" fmla="*/ 59004 h 1282114"/>
                                  <a:gd name="connsiteX6" fmla="*/ 179083 w 305594"/>
                                  <a:gd name="connsiteY6" fmla="*/ 183363 h 1282114"/>
                                  <a:gd name="connsiteX7" fmla="*/ 98616 w 305594"/>
                                  <a:gd name="connsiteY7" fmla="*/ 300406 h 1282114"/>
                                  <a:gd name="connsiteX8" fmla="*/ 62040 w 305594"/>
                                  <a:gd name="connsiteY8" fmla="*/ 1200176 h 1282114"/>
                                  <a:gd name="connsiteX9" fmla="*/ 3519 w 305594"/>
                                  <a:gd name="connsiteY9" fmla="*/ 1185545 h 1282114"/>
                                  <a:gd name="connsiteX0" fmla="*/ 3519 w 305594"/>
                                  <a:gd name="connsiteY0" fmla="*/ 1119708 h 1282114"/>
                                  <a:gd name="connsiteX1" fmla="*/ 3519 w 305594"/>
                                  <a:gd name="connsiteY1" fmla="*/ 1039241 h 1282114"/>
                                  <a:gd name="connsiteX2" fmla="*/ 40095 w 305594"/>
                                  <a:gd name="connsiteY2" fmla="*/ 402819 h 1282114"/>
                                  <a:gd name="connsiteX3" fmla="*/ 179083 w 305594"/>
                                  <a:gd name="connsiteY3" fmla="*/ 88265 h 1282114"/>
                                  <a:gd name="connsiteX4" fmla="*/ 252235 w 305594"/>
                                  <a:gd name="connsiteY4" fmla="*/ 483 h 1282114"/>
                                  <a:gd name="connsiteX5" fmla="*/ 303442 w 305594"/>
                                  <a:gd name="connsiteY5" fmla="*/ 59004 h 1282114"/>
                                  <a:gd name="connsiteX6" fmla="*/ 179083 w 305594"/>
                                  <a:gd name="connsiteY6" fmla="*/ 183363 h 1282114"/>
                                  <a:gd name="connsiteX7" fmla="*/ 109728 w 305594"/>
                                  <a:gd name="connsiteY7" fmla="*/ 204825 h 1282114"/>
                                  <a:gd name="connsiteX8" fmla="*/ 98616 w 305594"/>
                                  <a:gd name="connsiteY8" fmla="*/ 300406 h 1282114"/>
                                  <a:gd name="connsiteX9" fmla="*/ 62040 w 305594"/>
                                  <a:gd name="connsiteY9" fmla="*/ 1200176 h 1282114"/>
                                  <a:gd name="connsiteX10" fmla="*/ 3519 w 305594"/>
                                  <a:gd name="connsiteY10" fmla="*/ 1185545 h 1282114"/>
                                  <a:gd name="connsiteX0" fmla="*/ 3519 w 305594"/>
                                  <a:gd name="connsiteY0" fmla="*/ 1119708 h 1282114"/>
                                  <a:gd name="connsiteX1" fmla="*/ 3519 w 305594"/>
                                  <a:gd name="connsiteY1" fmla="*/ 1039241 h 1282114"/>
                                  <a:gd name="connsiteX2" fmla="*/ 40095 w 305594"/>
                                  <a:gd name="connsiteY2" fmla="*/ 402819 h 1282114"/>
                                  <a:gd name="connsiteX3" fmla="*/ 179083 w 305594"/>
                                  <a:gd name="connsiteY3" fmla="*/ 88265 h 1282114"/>
                                  <a:gd name="connsiteX4" fmla="*/ 252235 w 305594"/>
                                  <a:gd name="connsiteY4" fmla="*/ 483 h 1282114"/>
                                  <a:gd name="connsiteX5" fmla="*/ 303442 w 305594"/>
                                  <a:gd name="connsiteY5" fmla="*/ 59004 h 1282114"/>
                                  <a:gd name="connsiteX6" fmla="*/ 179083 w 305594"/>
                                  <a:gd name="connsiteY6" fmla="*/ 183363 h 1282114"/>
                                  <a:gd name="connsiteX7" fmla="*/ 73190 w 305594"/>
                                  <a:gd name="connsiteY7" fmla="*/ 204833 h 1282114"/>
                                  <a:gd name="connsiteX8" fmla="*/ 98616 w 305594"/>
                                  <a:gd name="connsiteY8" fmla="*/ 300406 h 1282114"/>
                                  <a:gd name="connsiteX9" fmla="*/ 62040 w 305594"/>
                                  <a:gd name="connsiteY9" fmla="*/ 1200176 h 1282114"/>
                                  <a:gd name="connsiteX10" fmla="*/ 3519 w 305594"/>
                                  <a:gd name="connsiteY10" fmla="*/ 1185545 h 1282114"/>
                                  <a:gd name="connsiteX0" fmla="*/ 3519 w 305594"/>
                                  <a:gd name="connsiteY0" fmla="*/ 1119708 h 1282114"/>
                                  <a:gd name="connsiteX1" fmla="*/ 3519 w 305594"/>
                                  <a:gd name="connsiteY1" fmla="*/ 1039241 h 1282114"/>
                                  <a:gd name="connsiteX2" fmla="*/ 40095 w 305594"/>
                                  <a:gd name="connsiteY2" fmla="*/ 402819 h 1282114"/>
                                  <a:gd name="connsiteX3" fmla="*/ 179083 w 305594"/>
                                  <a:gd name="connsiteY3" fmla="*/ 88265 h 1282114"/>
                                  <a:gd name="connsiteX4" fmla="*/ 252235 w 305594"/>
                                  <a:gd name="connsiteY4" fmla="*/ 483 h 1282114"/>
                                  <a:gd name="connsiteX5" fmla="*/ 303442 w 305594"/>
                                  <a:gd name="connsiteY5" fmla="*/ 59004 h 1282114"/>
                                  <a:gd name="connsiteX6" fmla="*/ 179083 w 305594"/>
                                  <a:gd name="connsiteY6" fmla="*/ 183363 h 1282114"/>
                                  <a:gd name="connsiteX7" fmla="*/ 124461 w 305594"/>
                                  <a:gd name="connsiteY7" fmla="*/ 234103 h 1282114"/>
                                  <a:gd name="connsiteX8" fmla="*/ 98616 w 305594"/>
                                  <a:gd name="connsiteY8" fmla="*/ 300406 h 1282114"/>
                                  <a:gd name="connsiteX9" fmla="*/ 62040 w 305594"/>
                                  <a:gd name="connsiteY9" fmla="*/ 1200176 h 1282114"/>
                                  <a:gd name="connsiteX10" fmla="*/ 3519 w 305594"/>
                                  <a:gd name="connsiteY10" fmla="*/ 1185545 h 1282114"/>
                                  <a:gd name="connsiteX0" fmla="*/ 3519 w 305594"/>
                                  <a:gd name="connsiteY0" fmla="*/ 1119708 h 1282114"/>
                                  <a:gd name="connsiteX1" fmla="*/ 3519 w 305594"/>
                                  <a:gd name="connsiteY1" fmla="*/ 1039241 h 1282114"/>
                                  <a:gd name="connsiteX2" fmla="*/ 40095 w 305594"/>
                                  <a:gd name="connsiteY2" fmla="*/ 402819 h 1282114"/>
                                  <a:gd name="connsiteX3" fmla="*/ 131674 w 305594"/>
                                  <a:gd name="connsiteY3" fmla="*/ 160934 h 1282114"/>
                                  <a:gd name="connsiteX4" fmla="*/ 179083 w 305594"/>
                                  <a:gd name="connsiteY4" fmla="*/ 88265 h 1282114"/>
                                  <a:gd name="connsiteX5" fmla="*/ 252235 w 305594"/>
                                  <a:gd name="connsiteY5" fmla="*/ 483 h 1282114"/>
                                  <a:gd name="connsiteX6" fmla="*/ 303442 w 305594"/>
                                  <a:gd name="connsiteY6" fmla="*/ 59004 h 1282114"/>
                                  <a:gd name="connsiteX7" fmla="*/ 179083 w 305594"/>
                                  <a:gd name="connsiteY7" fmla="*/ 183363 h 1282114"/>
                                  <a:gd name="connsiteX8" fmla="*/ 124461 w 305594"/>
                                  <a:gd name="connsiteY8" fmla="*/ 234103 h 1282114"/>
                                  <a:gd name="connsiteX9" fmla="*/ 98616 w 305594"/>
                                  <a:gd name="connsiteY9" fmla="*/ 300406 h 1282114"/>
                                  <a:gd name="connsiteX10" fmla="*/ 62040 w 305594"/>
                                  <a:gd name="connsiteY10" fmla="*/ 1200176 h 1282114"/>
                                  <a:gd name="connsiteX11" fmla="*/ 3519 w 305594"/>
                                  <a:gd name="connsiteY11" fmla="*/ 1185545 h 1282114"/>
                                  <a:gd name="connsiteX0" fmla="*/ 3519 w 305594"/>
                                  <a:gd name="connsiteY0" fmla="*/ 1119708 h 1282114"/>
                                  <a:gd name="connsiteX1" fmla="*/ 3519 w 305594"/>
                                  <a:gd name="connsiteY1" fmla="*/ 1039241 h 1282114"/>
                                  <a:gd name="connsiteX2" fmla="*/ 40095 w 305594"/>
                                  <a:gd name="connsiteY2" fmla="*/ 402819 h 1282114"/>
                                  <a:gd name="connsiteX3" fmla="*/ 87829 w 305594"/>
                                  <a:gd name="connsiteY3" fmla="*/ 212149 h 1282114"/>
                                  <a:gd name="connsiteX4" fmla="*/ 179083 w 305594"/>
                                  <a:gd name="connsiteY4" fmla="*/ 88265 h 1282114"/>
                                  <a:gd name="connsiteX5" fmla="*/ 252235 w 305594"/>
                                  <a:gd name="connsiteY5" fmla="*/ 483 h 1282114"/>
                                  <a:gd name="connsiteX6" fmla="*/ 303442 w 305594"/>
                                  <a:gd name="connsiteY6" fmla="*/ 59004 h 1282114"/>
                                  <a:gd name="connsiteX7" fmla="*/ 179083 w 305594"/>
                                  <a:gd name="connsiteY7" fmla="*/ 183363 h 1282114"/>
                                  <a:gd name="connsiteX8" fmla="*/ 124461 w 305594"/>
                                  <a:gd name="connsiteY8" fmla="*/ 234103 h 1282114"/>
                                  <a:gd name="connsiteX9" fmla="*/ 98616 w 305594"/>
                                  <a:gd name="connsiteY9" fmla="*/ 300406 h 1282114"/>
                                  <a:gd name="connsiteX10" fmla="*/ 62040 w 305594"/>
                                  <a:gd name="connsiteY10" fmla="*/ 1200176 h 1282114"/>
                                  <a:gd name="connsiteX11" fmla="*/ 3519 w 305594"/>
                                  <a:gd name="connsiteY11" fmla="*/ 1185545 h 12821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05594" h="1282114">
                                    <a:moveTo>
                                      <a:pt x="3519" y="1119708"/>
                                    </a:moveTo>
                                    <a:cubicBezTo>
                                      <a:pt x="471" y="1139215"/>
                                      <a:pt x="-2577" y="1158723"/>
                                      <a:pt x="3519" y="1039241"/>
                                    </a:cubicBezTo>
                                    <a:cubicBezTo>
                                      <a:pt x="9615" y="919759"/>
                                      <a:pt x="26043" y="540668"/>
                                      <a:pt x="40095" y="402819"/>
                                    </a:cubicBezTo>
                                    <a:cubicBezTo>
                                      <a:pt x="54147" y="264970"/>
                                      <a:pt x="64664" y="264575"/>
                                      <a:pt x="87829" y="212149"/>
                                    </a:cubicBezTo>
                                    <a:cubicBezTo>
                                      <a:pt x="110994" y="159723"/>
                                      <a:pt x="151682" y="123543"/>
                                      <a:pt x="179083" y="88265"/>
                                    </a:cubicBezTo>
                                    <a:cubicBezTo>
                                      <a:pt x="206484" y="52987"/>
                                      <a:pt x="231508" y="5360"/>
                                      <a:pt x="252235" y="483"/>
                                    </a:cubicBezTo>
                                    <a:cubicBezTo>
                                      <a:pt x="272962" y="-4394"/>
                                      <a:pt x="315634" y="28524"/>
                                      <a:pt x="303442" y="59004"/>
                                    </a:cubicBezTo>
                                    <a:cubicBezTo>
                                      <a:pt x="291250" y="89484"/>
                                      <a:pt x="208913" y="154180"/>
                                      <a:pt x="179083" y="183363"/>
                                    </a:cubicBezTo>
                                    <a:cubicBezTo>
                                      <a:pt x="149253" y="212546"/>
                                      <a:pt x="137872" y="214596"/>
                                      <a:pt x="124461" y="234103"/>
                                    </a:cubicBezTo>
                                    <a:cubicBezTo>
                                      <a:pt x="111050" y="253610"/>
                                      <a:pt x="109020" y="139394"/>
                                      <a:pt x="98616" y="300406"/>
                                    </a:cubicBezTo>
                                    <a:cubicBezTo>
                                      <a:pt x="88213" y="461418"/>
                                      <a:pt x="77889" y="1052653"/>
                                      <a:pt x="62040" y="1200176"/>
                                    </a:cubicBezTo>
                                    <a:cubicBezTo>
                                      <a:pt x="46191" y="1347699"/>
                                      <a:pt x="24855" y="1266622"/>
                                      <a:pt x="3519" y="118554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B3328" w:rsidRDefault="00FB3328" w:rsidP="00A15FF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68" o:spid="_x0000_s1029" style="position:absolute;margin-left:163.1pt;margin-top:85.55pt;width:24.05pt;height:100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305594,128211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" adj="-11796480,,5400" path="m3519,1119708v-3048,19507,-6096,39015,,-80467c9615,919759,26043,540668,40095,402819,54147,264970,64664,264575,87829,212149v23165,-52426,63853,-88606,91254,-123884c206484,52987,231508,5360,252235,483v20727,-4877,63399,28041,51207,58521c291250,89484,208913,154180,179083,183363v-29830,29183,-41211,31233,-54622,50740c111050,253610,109020,139394,98616,300406,88213,461418,77889,1052653,62040,1200176,46191,1347699,24855,1266622,3519,1185545e" fillcolor="red" strokecolor="red" strokeweight="1pt">
                      <v:stroke joinstyle="miter"/>
                      <v:formulas/>
                      <v:path arrowok="t" o:connecttype="custom" o:connectlocs="3519,1119708;3519,1039241;40095,402819;87829,212149;179083,88265;252235,483;303442,59004;179083,183363;124461,234103;98616,300406;62040,1200176;3519,1185545" o:connectangles="0,0,0,0,0,0,0,0,0,0,0,0" textboxrect="0,0,305594,1282114"/>
                      <v:textbox>
                        <w:txbxContent>
                          <w:p w:rsidR="00A15FF2" w:rsidRDefault="00A15FF2" w:rsidP="00A15FF2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A15F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1975931</wp:posOffset>
                      </wp:positionH>
                      <wp:positionV relativeFrom="page">
                        <wp:posOffset>2198700</wp:posOffset>
                      </wp:positionV>
                      <wp:extent cx="453655" cy="2077517"/>
                      <wp:effectExtent l="19050" t="0" r="22860" b="18415"/>
                      <wp:wrapNone/>
                      <wp:docPr id="67" name="Freeform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3655" cy="2077517"/>
                              </a:xfrm>
                              <a:custGeom>
                                <a:avLst/>
                                <a:gdLst>
                                  <a:gd name="connsiteX0" fmla="*/ 109841 w 453655"/>
                                  <a:gd name="connsiteY0" fmla="*/ 0 h 2077517"/>
                                  <a:gd name="connsiteX1" fmla="*/ 73265 w 453655"/>
                                  <a:gd name="connsiteY1" fmla="*/ 14631 h 2077517"/>
                                  <a:gd name="connsiteX2" fmla="*/ 29374 w 453655"/>
                                  <a:gd name="connsiteY2" fmla="*/ 29261 h 2077517"/>
                                  <a:gd name="connsiteX3" fmla="*/ 22058 w 453655"/>
                                  <a:gd name="connsiteY3" fmla="*/ 65837 h 2077517"/>
                                  <a:gd name="connsiteX4" fmla="*/ 44004 w 453655"/>
                                  <a:gd name="connsiteY4" fmla="*/ 109728 h 2077517"/>
                                  <a:gd name="connsiteX5" fmla="*/ 36689 w 453655"/>
                                  <a:gd name="connsiteY5" fmla="*/ 131674 h 2077517"/>
                                  <a:gd name="connsiteX6" fmla="*/ 7428 w 453655"/>
                                  <a:gd name="connsiteY6" fmla="*/ 160935 h 2077517"/>
                                  <a:gd name="connsiteX7" fmla="*/ 14743 w 453655"/>
                                  <a:gd name="connsiteY7" fmla="*/ 182880 h 2077517"/>
                                  <a:gd name="connsiteX8" fmla="*/ 29374 w 453655"/>
                                  <a:gd name="connsiteY8" fmla="*/ 197511 h 2077517"/>
                                  <a:gd name="connsiteX9" fmla="*/ 51319 w 453655"/>
                                  <a:gd name="connsiteY9" fmla="*/ 373075 h 2077517"/>
                                  <a:gd name="connsiteX10" fmla="*/ 73265 w 453655"/>
                                  <a:gd name="connsiteY10" fmla="*/ 409651 h 2077517"/>
                                  <a:gd name="connsiteX11" fmla="*/ 80580 w 453655"/>
                                  <a:gd name="connsiteY11" fmla="*/ 431597 h 2077517"/>
                                  <a:gd name="connsiteX12" fmla="*/ 80580 w 453655"/>
                                  <a:gd name="connsiteY12" fmla="*/ 446227 h 2077517"/>
                                  <a:gd name="connsiteX13" fmla="*/ 65950 w 453655"/>
                                  <a:gd name="connsiteY13" fmla="*/ 468173 h 2077517"/>
                                  <a:gd name="connsiteX14" fmla="*/ 58634 w 453655"/>
                                  <a:gd name="connsiteY14" fmla="*/ 490119 h 2077517"/>
                                  <a:gd name="connsiteX15" fmla="*/ 14743 w 453655"/>
                                  <a:gd name="connsiteY15" fmla="*/ 512064 h 2077517"/>
                                  <a:gd name="connsiteX16" fmla="*/ 113 w 453655"/>
                                  <a:gd name="connsiteY16" fmla="*/ 526695 h 2077517"/>
                                  <a:gd name="connsiteX17" fmla="*/ 44004 w 453655"/>
                                  <a:gd name="connsiteY17" fmla="*/ 555955 h 2077517"/>
                                  <a:gd name="connsiteX18" fmla="*/ 44004 w 453655"/>
                                  <a:gd name="connsiteY18" fmla="*/ 629107 h 2077517"/>
                                  <a:gd name="connsiteX19" fmla="*/ 36689 w 453655"/>
                                  <a:gd name="connsiteY19" fmla="*/ 651053 h 2077517"/>
                                  <a:gd name="connsiteX20" fmla="*/ 22058 w 453655"/>
                                  <a:gd name="connsiteY20" fmla="*/ 665683 h 2077517"/>
                                  <a:gd name="connsiteX21" fmla="*/ 113 w 453655"/>
                                  <a:gd name="connsiteY21" fmla="*/ 760781 h 2077517"/>
                                  <a:gd name="connsiteX22" fmla="*/ 7428 w 453655"/>
                                  <a:gd name="connsiteY22" fmla="*/ 826618 h 2077517"/>
                                  <a:gd name="connsiteX23" fmla="*/ 22058 w 453655"/>
                                  <a:gd name="connsiteY23" fmla="*/ 870509 h 2077517"/>
                                  <a:gd name="connsiteX24" fmla="*/ 36689 w 453655"/>
                                  <a:gd name="connsiteY24" fmla="*/ 921715 h 2077517"/>
                                  <a:gd name="connsiteX25" fmla="*/ 44004 w 453655"/>
                                  <a:gd name="connsiteY25" fmla="*/ 943661 h 2077517"/>
                                  <a:gd name="connsiteX26" fmla="*/ 87895 w 453655"/>
                                  <a:gd name="connsiteY26" fmla="*/ 965607 h 2077517"/>
                                  <a:gd name="connsiteX27" fmla="*/ 256145 w 453655"/>
                                  <a:gd name="connsiteY27" fmla="*/ 972922 h 2077517"/>
                                  <a:gd name="connsiteX28" fmla="*/ 285406 w 453655"/>
                                  <a:gd name="connsiteY28" fmla="*/ 980237 h 2077517"/>
                                  <a:gd name="connsiteX29" fmla="*/ 292721 w 453655"/>
                                  <a:gd name="connsiteY29" fmla="*/ 1031443 h 2077517"/>
                                  <a:gd name="connsiteX30" fmla="*/ 278090 w 453655"/>
                                  <a:gd name="connsiteY30" fmla="*/ 1046074 h 2077517"/>
                                  <a:gd name="connsiteX31" fmla="*/ 263460 w 453655"/>
                                  <a:gd name="connsiteY31" fmla="*/ 1068019 h 2077517"/>
                                  <a:gd name="connsiteX32" fmla="*/ 329297 w 453655"/>
                                  <a:gd name="connsiteY32" fmla="*/ 1119226 h 2077517"/>
                                  <a:gd name="connsiteX33" fmla="*/ 373188 w 453655"/>
                                  <a:gd name="connsiteY33" fmla="*/ 1148487 h 2077517"/>
                                  <a:gd name="connsiteX34" fmla="*/ 402449 w 453655"/>
                                  <a:gd name="connsiteY34" fmla="*/ 1155802 h 2077517"/>
                                  <a:gd name="connsiteX35" fmla="*/ 446340 w 453655"/>
                                  <a:gd name="connsiteY35" fmla="*/ 1170432 h 2077517"/>
                                  <a:gd name="connsiteX36" fmla="*/ 453655 w 453655"/>
                                  <a:gd name="connsiteY36" fmla="*/ 1192378 h 2077517"/>
                                  <a:gd name="connsiteX37" fmla="*/ 431710 w 453655"/>
                                  <a:gd name="connsiteY37" fmla="*/ 1243584 h 2077517"/>
                                  <a:gd name="connsiteX38" fmla="*/ 417079 w 453655"/>
                                  <a:gd name="connsiteY38" fmla="*/ 1258215 h 2077517"/>
                                  <a:gd name="connsiteX39" fmla="*/ 402449 w 453655"/>
                                  <a:gd name="connsiteY39" fmla="*/ 1353312 h 2077517"/>
                                  <a:gd name="connsiteX40" fmla="*/ 395134 w 453655"/>
                                  <a:gd name="connsiteY40" fmla="*/ 1375258 h 2077517"/>
                                  <a:gd name="connsiteX41" fmla="*/ 387818 w 453655"/>
                                  <a:gd name="connsiteY41" fmla="*/ 1419149 h 2077517"/>
                                  <a:gd name="connsiteX42" fmla="*/ 395134 w 453655"/>
                                  <a:gd name="connsiteY42" fmla="*/ 1463040 h 2077517"/>
                                  <a:gd name="connsiteX43" fmla="*/ 351242 w 453655"/>
                                  <a:gd name="connsiteY43" fmla="*/ 1477671 h 2077517"/>
                                  <a:gd name="connsiteX44" fmla="*/ 336612 w 453655"/>
                                  <a:gd name="connsiteY44" fmla="*/ 1499616 h 2077517"/>
                                  <a:gd name="connsiteX45" fmla="*/ 358558 w 453655"/>
                                  <a:gd name="connsiteY45" fmla="*/ 1543507 h 2077517"/>
                                  <a:gd name="connsiteX46" fmla="*/ 365873 w 453655"/>
                                  <a:gd name="connsiteY46" fmla="*/ 1565453 h 2077517"/>
                                  <a:gd name="connsiteX47" fmla="*/ 343927 w 453655"/>
                                  <a:gd name="connsiteY47" fmla="*/ 1602029 h 2077517"/>
                                  <a:gd name="connsiteX48" fmla="*/ 336612 w 453655"/>
                                  <a:gd name="connsiteY48" fmla="*/ 1631290 h 2077517"/>
                                  <a:gd name="connsiteX49" fmla="*/ 321982 w 453655"/>
                                  <a:gd name="connsiteY49" fmla="*/ 1660551 h 2077517"/>
                                  <a:gd name="connsiteX50" fmla="*/ 314666 w 453655"/>
                                  <a:gd name="connsiteY50" fmla="*/ 1682496 h 2077517"/>
                                  <a:gd name="connsiteX51" fmla="*/ 321982 w 453655"/>
                                  <a:gd name="connsiteY51" fmla="*/ 1704442 h 2077517"/>
                                  <a:gd name="connsiteX52" fmla="*/ 343927 w 453655"/>
                                  <a:gd name="connsiteY52" fmla="*/ 1711757 h 2077517"/>
                                  <a:gd name="connsiteX53" fmla="*/ 321982 w 453655"/>
                                  <a:gd name="connsiteY53" fmla="*/ 1770279 h 2077517"/>
                                  <a:gd name="connsiteX54" fmla="*/ 329297 w 453655"/>
                                  <a:gd name="connsiteY54" fmla="*/ 1821485 h 2077517"/>
                                  <a:gd name="connsiteX55" fmla="*/ 329297 w 453655"/>
                                  <a:gd name="connsiteY55" fmla="*/ 1909267 h 2077517"/>
                                  <a:gd name="connsiteX56" fmla="*/ 300036 w 453655"/>
                                  <a:gd name="connsiteY56" fmla="*/ 1916583 h 2077517"/>
                                  <a:gd name="connsiteX57" fmla="*/ 256145 w 453655"/>
                                  <a:gd name="connsiteY57" fmla="*/ 1931213 h 2077517"/>
                                  <a:gd name="connsiteX58" fmla="*/ 226884 w 453655"/>
                                  <a:gd name="connsiteY58" fmla="*/ 1989735 h 2077517"/>
                                  <a:gd name="connsiteX59" fmla="*/ 197623 w 453655"/>
                                  <a:gd name="connsiteY59" fmla="*/ 2004365 h 2077517"/>
                                  <a:gd name="connsiteX60" fmla="*/ 182993 w 453655"/>
                                  <a:gd name="connsiteY60" fmla="*/ 2026311 h 2077517"/>
                                  <a:gd name="connsiteX61" fmla="*/ 139102 w 453655"/>
                                  <a:gd name="connsiteY61" fmla="*/ 2055571 h 2077517"/>
                                  <a:gd name="connsiteX62" fmla="*/ 131786 w 453655"/>
                                  <a:gd name="connsiteY62" fmla="*/ 2077517 h 2077517"/>
                                  <a:gd name="connsiteX63" fmla="*/ 117156 w 453655"/>
                                  <a:gd name="connsiteY63" fmla="*/ 2048256 h 20775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453655" h="2077517">
                                    <a:moveTo>
                                      <a:pt x="109841" y="0"/>
                                    </a:moveTo>
                                    <a:cubicBezTo>
                                      <a:pt x="97649" y="4877"/>
                                      <a:pt x="85606" y="10143"/>
                                      <a:pt x="73265" y="14631"/>
                                    </a:cubicBezTo>
                                    <a:cubicBezTo>
                                      <a:pt x="58772" y="19901"/>
                                      <a:pt x="29374" y="29261"/>
                                      <a:pt x="29374" y="29261"/>
                                    </a:cubicBezTo>
                                    <a:cubicBezTo>
                                      <a:pt x="26935" y="41453"/>
                                      <a:pt x="22058" y="53403"/>
                                      <a:pt x="22058" y="65837"/>
                                    </a:cubicBezTo>
                                    <a:cubicBezTo>
                                      <a:pt x="22058" y="80979"/>
                                      <a:pt x="36608" y="98633"/>
                                      <a:pt x="44004" y="109728"/>
                                    </a:cubicBezTo>
                                    <a:cubicBezTo>
                                      <a:pt x="41566" y="117043"/>
                                      <a:pt x="42142" y="126221"/>
                                      <a:pt x="36689" y="131674"/>
                                    </a:cubicBezTo>
                                    <a:cubicBezTo>
                                      <a:pt x="-2326" y="170689"/>
                                      <a:pt x="26935" y="102412"/>
                                      <a:pt x="7428" y="160935"/>
                                    </a:cubicBezTo>
                                    <a:cubicBezTo>
                                      <a:pt x="9866" y="168250"/>
                                      <a:pt x="10776" y="176268"/>
                                      <a:pt x="14743" y="182880"/>
                                    </a:cubicBezTo>
                                    <a:cubicBezTo>
                                      <a:pt x="18292" y="188794"/>
                                      <a:pt x="28351" y="190690"/>
                                      <a:pt x="29374" y="197511"/>
                                    </a:cubicBezTo>
                                    <a:cubicBezTo>
                                      <a:pt x="62802" y="420358"/>
                                      <a:pt x="13928" y="260897"/>
                                      <a:pt x="51319" y="373075"/>
                                    </a:cubicBezTo>
                                    <a:cubicBezTo>
                                      <a:pt x="60815" y="401564"/>
                                      <a:pt x="53181" y="389568"/>
                                      <a:pt x="73265" y="409651"/>
                                    </a:cubicBezTo>
                                    <a:cubicBezTo>
                                      <a:pt x="75703" y="416966"/>
                                      <a:pt x="75127" y="426144"/>
                                      <a:pt x="80580" y="431597"/>
                                    </a:cubicBezTo>
                                    <a:cubicBezTo>
                                      <a:pt x="95210" y="446227"/>
                                      <a:pt x="124473" y="431597"/>
                                      <a:pt x="80580" y="446227"/>
                                    </a:cubicBezTo>
                                    <a:cubicBezTo>
                                      <a:pt x="75703" y="453542"/>
                                      <a:pt x="69882" y="460309"/>
                                      <a:pt x="65950" y="468173"/>
                                    </a:cubicBezTo>
                                    <a:cubicBezTo>
                                      <a:pt x="62501" y="475070"/>
                                      <a:pt x="63451" y="484098"/>
                                      <a:pt x="58634" y="490119"/>
                                    </a:cubicBezTo>
                                    <a:cubicBezTo>
                                      <a:pt x="48321" y="503011"/>
                                      <a:pt x="29200" y="507245"/>
                                      <a:pt x="14743" y="512064"/>
                                    </a:cubicBezTo>
                                    <a:cubicBezTo>
                                      <a:pt x="9866" y="516941"/>
                                      <a:pt x="-1240" y="519932"/>
                                      <a:pt x="113" y="526695"/>
                                    </a:cubicBezTo>
                                    <a:cubicBezTo>
                                      <a:pt x="4027" y="546265"/>
                                      <a:pt x="29748" y="551203"/>
                                      <a:pt x="44004" y="555955"/>
                                    </a:cubicBezTo>
                                    <a:cubicBezTo>
                                      <a:pt x="55831" y="591439"/>
                                      <a:pt x="54511" y="576572"/>
                                      <a:pt x="44004" y="629107"/>
                                    </a:cubicBezTo>
                                    <a:cubicBezTo>
                                      <a:pt x="42492" y="636668"/>
                                      <a:pt x="40656" y="644441"/>
                                      <a:pt x="36689" y="651053"/>
                                    </a:cubicBezTo>
                                    <a:cubicBezTo>
                                      <a:pt x="33141" y="656967"/>
                                      <a:pt x="26935" y="660806"/>
                                      <a:pt x="22058" y="665683"/>
                                    </a:cubicBezTo>
                                    <a:cubicBezTo>
                                      <a:pt x="5916" y="746396"/>
                                      <a:pt x="15291" y="715244"/>
                                      <a:pt x="113" y="760781"/>
                                    </a:cubicBezTo>
                                    <a:cubicBezTo>
                                      <a:pt x="2551" y="782727"/>
                                      <a:pt x="3098" y="804966"/>
                                      <a:pt x="7428" y="826618"/>
                                    </a:cubicBezTo>
                                    <a:cubicBezTo>
                                      <a:pt x="10452" y="841740"/>
                                      <a:pt x="17181" y="855879"/>
                                      <a:pt x="22058" y="870509"/>
                                    </a:cubicBezTo>
                                    <a:cubicBezTo>
                                      <a:pt x="39601" y="923137"/>
                                      <a:pt x="18316" y="857407"/>
                                      <a:pt x="36689" y="921715"/>
                                    </a:cubicBezTo>
                                    <a:cubicBezTo>
                                      <a:pt x="38807" y="929129"/>
                                      <a:pt x="39187" y="937640"/>
                                      <a:pt x="44004" y="943661"/>
                                    </a:cubicBezTo>
                                    <a:cubicBezTo>
                                      <a:pt x="50713" y="952047"/>
                                      <a:pt x="76600" y="964738"/>
                                      <a:pt x="87895" y="965607"/>
                                    </a:cubicBezTo>
                                    <a:cubicBezTo>
                                      <a:pt x="143866" y="969913"/>
                                      <a:pt x="200062" y="970484"/>
                                      <a:pt x="256145" y="972922"/>
                                    </a:cubicBezTo>
                                    <a:cubicBezTo>
                                      <a:pt x="265899" y="975360"/>
                                      <a:pt x="277041" y="974660"/>
                                      <a:pt x="285406" y="980237"/>
                                    </a:cubicBezTo>
                                    <a:cubicBezTo>
                                      <a:pt x="305731" y="993787"/>
                                      <a:pt x="302033" y="1012820"/>
                                      <a:pt x="292721" y="1031443"/>
                                    </a:cubicBezTo>
                                    <a:cubicBezTo>
                                      <a:pt x="289636" y="1037612"/>
                                      <a:pt x="282399" y="1040688"/>
                                      <a:pt x="278090" y="1046074"/>
                                    </a:cubicBezTo>
                                    <a:cubicBezTo>
                                      <a:pt x="272598" y="1052939"/>
                                      <a:pt x="268337" y="1060704"/>
                                      <a:pt x="263460" y="1068019"/>
                                    </a:cubicBezTo>
                                    <a:cubicBezTo>
                                      <a:pt x="330949" y="1135508"/>
                                      <a:pt x="251851" y="1061141"/>
                                      <a:pt x="329297" y="1119226"/>
                                    </a:cubicBezTo>
                                    <a:cubicBezTo>
                                      <a:pt x="367075" y="1147560"/>
                                      <a:pt x="333691" y="1137202"/>
                                      <a:pt x="373188" y="1148487"/>
                                    </a:cubicBezTo>
                                    <a:cubicBezTo>
                                      <a:pt x="382855" y="1151249"/>
                                      <a:pt x="392819" y="1152913"/>
                                      <a:pt x="402449" y="1155802"/>
                                    </a:cubicBezTo>
                                    <a:cubicBezTo>
                                      <a:pt x="417220" y="1160233"/>
                                      <a:pt x="446340" y="1170432"/>
                                      <a:pt x="446340" y="1170432"/>
                                    </a:cubicBezTo>
                                    <a:cubicBezTo>
                                      <a:pt x="448778" y="1177747"/>
                                      <a:pt x="453655" y="1184667"/>
                                      <a:pt x="453655" y="1192378"/>
                                    </a:cubicBezTo>
                                    <a:cubicBezTo>
                                      <a:pt x="453655" y="1212582"/>
                                      <a:pt x="443656" y="1228652"/>
                                      <a:pt x="431710" y="1243584"/>
                                    </a:cubicBezTo>
                                    <a:cubicBezTo>
                                      <a:pt x="427401" y="1248970"/>
                                      <a:pt x="421956" y="1253338"/>
                                      <a:pt x="417079" y="1258215"/>
                                    </a:cubicBezTo>
                                    <a:cubicBezTo>
                                      <a:pt x="414746" y="1274549"/>
                                      <a:pt x="406509" y="1335042"/>
                                      <a:pt x="402449" y="1353312"/>
                                    </a:cubicBezTo>
                                    <a:cubicBezTo>
                                      <a:pt x="400776" y="1360839"/>
                                      <a:pt x="396807" y="1367731"/>
                                      <a:pt x="395134" y="1375258"/>
                                    </a:cubicBezTo>
                                    <a:cubicBezTo>
                                      <a:pt x="391916" y="1389737"/>
                                      <a:pt x="390257" y="1404519"/>
                                      <a:pt x="387818" y="1419149"/>
                                    </a:cubicBezTo>
                                    <a:cubicBezTo>
                                      <a:pt x="399124" y="1430454"/>
                                      <a:pt x="419333" y="1442298"/>
                                      <a:pt x="395134" y="1463040"/>
                                    </a:cubicBezTo>
                                    <a:cubicBezTo>
                                      <a:pt x="383425" y="1473077"/>
                                      <a:pt x="351242" y="1477671"/>
                                      <a:pt x="351242" y="1477671"/>
                                    </a:cubicBezTo>
                                    <a:cubicBezTo>
                                      <a:pt x="346365" y="1484986"/>
                                      <a:pt x="337855" y="1490913"/>
                                      <a:pt x="336612" y="1499616"/>
                                    </a:cubicBezTo>
                                    <a:cubicBezTo>
                                      <a:pt x="333241" y="1523211"/>
                                      <a:pt x="345295" y="1530245"/>
                                      <a:pt x="358558" y="1543507"/>
                                    </a:cubicBezTo>
                                    <a:cubicBezTo>
                                      <a:pt x="360996" y="1550822"/>
                                      <a:pt x="365873" y="1557742"/>
                                      <a:pt x="365873" y="1565453"/>
                                    </a:cubicBezTo>
                                    <a:cubicBezTo>
                                      <a:pt x="365873" y="1584447"/>
                                      <a:pt x="355517" y="1590439"/>
                                      <a:pt x="343927" y="1602029"/>
                                    </a:cubicBezTo>
                                    <a:cubicBezTo>
                                      <a:pt x="341489" y="1611783"/>
                                      <a:pt x="340142" y="1621876"/>
                                      <a:pt x="336612" y="1631290"/>
                                    </a:cubicBezTo>
                                    <a:cubicBezTo>
                                      <a:pt x="332783" y="1641501"/>
                                      <a:pt x="326278" y="1650528"/>
                                      <a:pt x="321982" y="1660551"/>
                                    </a:cubicBezTo>
                                    <a:cubicBezTo>
                                      <a:pt x="318945" y="1667638"/>
                                      <a:pt x="317105" y="1675181"/>
                                      <a:pt x="314666" y="1682496"/>
                                    </a:cubicBezTo>
                                    <a:cubicBezTo>
                                      <a:pt x="317105" y="1689811"/>
                                      <a:pt x="316529" y="1698989"/>
                                      <a:pt x="321982" y="1704442"/>
                                    </a:cubicBezTo>
                                    <a:cubicBezTo>
                                      <a:pt x="327434" y="1709894"/>
                                      <a:pt x="341489" y="1704442"/>
                                      <a:pt x="343927" y="1711757"/>
                                    </a:cubicBezTo>
                                    <a:cubicBezTo>
                                      <a:pt x="350957" y="1732849"/>
                                      <a:pt x="332146" y="1755033"/>
                                      <a:pt x="321982" y="1770279"/>
                                    </a:cubicBezTo>
                                    <a:cubicBezTo>
                                      <a:pt x="324420" y="1787348"/>
                                      <a:pt x="325916" y="1804578"/>
                                      <a:pt x="329297" y="1821485"/>
                                    </a:cubicBezTo>
                                    <a:cubicBezTo>
                                      <a:pt x="336657" y="1858288"/>
                                      <a:pt x="357327" y="1853207"/>
                                      <a:pt x="329297" y="1909267"/>
                                    </a:cubicBezTo>
                                    <a:cubicBezTo>
                                      <a:pt x="324801" y="1918259"/>
                                      <a:pt x="309666" y="1913694"/>
                                      <a:pt x="300036" y="1916583"/>
                                    </a:cubicBezTo>
                                    <a:cubicBezTo>
                                      <a:pt x="285265" y="1921014"/>
                                      <a:pt x="256145" y="1931213"/>
                                      <a:pt x="256145" y="1931213"/>
                                    </a:cubicBezTo>
                                    <a:cubicBezTo>
                                      <a:pt x="247492" y="1957172"/>
                                      <a:pt x="248770" y="1975144"/>
                                      <a:pt x="226884" y="1989735"/>
                                    </a:cubicBezTo>
                                    <a:cubicBezTo>
                                      <a:pt x="217811" y="1995784"/>
                                      <a:pt x="207377" y="1999488"/>
                                      <a:pt x="197623" y="2004365"/>
                                    </a:cubicBezTo>
                                    <a:cubicBezTo>
                                      <a:pt x="192746" y="2011680"/>
                                      <a:pt x="189610" y="2020522"/>
                                      <a:pt x="182993" y="2026311"/>
                                    </a:cubicBezTo>
                                    <a:cubicBezTo>
                                      <a:pt x="169760" y="2037890"/>
                                      <a:pt x="139102" y="2055571"/>
                                      <a:pt x="139102" y="2055571"/>
                                    </a:cubicBezTo>
                                    <a:cubicBezTo>
                                      <a:pt x="136663" y="2062886"/>
                                      <a:pt x="139497" y="2077517"/>
                                      <a:pt x="131786" y="2077517"/>
                                    </a:cubicBezTo>
                                    <a:cubicBezTo>
                                      <a:pt x="115803" y="2077517"/>
                                      <a:pt x="117156" y="2057714"/>
                                      <a:pt x="117156" y="2048256"/>
                                    </a:cubicBezTo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67" o:spid="_x0000_s1026" style="position:absolute;margin-left:155.6pt;margin-top:173.15pt;width:35.7pt;height:163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453655,2077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" path="m109841,c97649,4877,85606,10143,73265,14631,58772,19901,29374,29261,29374,29261,26935,41453,22058,53403,22058,65837v,15142,14550,32796,21946,43891c41566,117043,42142,126221,36689,131674,-2326,170689,26935,102412,7428,160935v2438,7315,3348,15333,7315,21945c18292,188794,28351,190690,29374,197511,62802,420358,13928,260897,51319,373075v9496,28489,1862,16493,21946,36576c75703,416966,75127,426144,80580,431597v14630,14630,43893,,,14630c75703,453542,69882,460309,65950,468173v-3449,6897,-2499,15925,-7316,21946c48321,503011,29200,507245,14743,512064,9866,516941,-1240,519932,113,526695v3914,19570,29635,24508,43891,29260c55831,591439,54511,576572,44004,629107v-1512,7561,-3348,15334,-7315,21946c33141,656967,26935,660806,22058,665683,5916,746396,15291,715244,113,760781v2438,21946,2985,44185,7315,65837c10452,841740,17181,855879,22058,870509v17543,52628,-3742,-13102,14631,51206c38807,929129,39187,937640,44004,943661v6709,8386,32596,21077,43891,21946c143866,969913,200062,970484,256145,972922v9754,2438,20896,1738,29261,7315c305731,993787,302033,1012820,292721,1031443v-3085,6169,-10322,9245,-14631,14631c272598,1052939,268337,1060704,263460,1068019v67489,67489,-11609,-6878,65837,51207c367075,1147560,333691,1137202,373188,1148487v9667,2762,19631,4426,29261,7315c417220,1160233,446340,1170432,446340,1170432v2438,7315,7315,14235,7315,21946c453655,1212582,443656,1228652,431710,1243584v-4309,5386,-9754,9754,-14631,14631c414746,1274549,406509,1335042,402449,1353312v-1673,7527,-5642,14419,-7315,21946c391916,1389737,390257,1404519,387818,1419149v11306,11305,31515,23149,7316,43891c383425,1473077,351242,1477671,351242,1477671v-4877,7315,-13387,13242,-14630,21945c333241,1523211,345295,1530245,358558,1543507v2438,7315,7315,14235,7315,21946c365873,1584447,355517,1590439,343927,1602029v-2438,9754,-3785,19847,-7315,29261c332783,1641501,326278,1650528,321982,1660551v-3037,7087,-4877,14630,-7316,21945c317105,1689811,316529,1698989,321982,1704442v5452,5452,19507,,21945,7315c350957,1732849,332146,1755033,321982,1770279v2438,17069,3934,34299,7315,51206c336657,1858288,357327,1853207,329297,1909267v-4496,8992,-19631,4427,-29261,7316c285265,1921014,256145,1931213,256145,1931213v-8653,25959,-7375,43931,-29261,58522c217811,1995784,207377,1999488,197623,2004365v-4877,7315,-8013,16157,-14630,21946c169760,2037890,139102,2055571,139102,2055571v-2439,7315,395,21946,-7316,21946c115803,2077517,117156,2057714,117156,2048256e" filled="f" strokecolor="red" strokeweight="2pt">
                      <v:stroke joinstyle="miter"/>
                      <v:path arrowok="t" o:connecttype="custom" o:connectlocs="109841,0;73265,14631;29374,29261;22058,65837;44004,109728;36689,131674;7428,160935;14743,182880;29374,197511;51319,373075;73265,409651;80580,431597;80580,446227;65950,468173;58634,490119;14743,512064;113,526695;44004,555955;44004,629107;36689,651053;22058,665683;113,760781;7428,826618;22058,870509;36689,921715;44004,943661;87895,965607;256145,972922;285406,980237;292721,1031443;278090,1046074;263460,1068019;329297,1119226;373188,1148487;402449,1155802;446340,1170432;453655,1192378;431710,1243584;417079,1258215;402449,1353312;395134,1375258;387818,1419149;395134,1463040;351242,1477671;336612,1499616;358558,1543507;365873,1565453;343927,1602029;336612,1631290;321982,1660551;314666,1682496;321982,1704442;343927,1711757;321982,1770279;329297,1821485;329297,1909267;300036,1916583;256145,1931213;226884,1989735;197623,2004365;182993,2026311;139102,2055571;131786,2077517;117156,2048256" o:connectangles="0,0,0,0,0,0,0,0,0,0,0,0,0,0,0,0,0,0,0,0,0,0,0,0,0,0,0,0,0,0,0,0,0,0,0,0,0,0,0,0,0,0,0,0,0,0,0,0,0,0,0,0,0,0,0,0,0,0,0,0,0,0,0,0"/>
                      <w10:wrap anchory="page"/>
                    </v:shape>
                  </w:pict>
                </mc:Fallback>
              </mc:AlternateContent>
            </w:r>
            <w:r w:rsidR="00A15F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1755140</wp:posOffset>
                      </wp:positionH>
                      <wp:positionV relativeFrom="page">
                        <wp:posOffset>3763010</wp:posOffset>
                      </wp:positionV>
                      <wp:extent cx="66751" cy="1214046"/>
                      <wp:effectExtent l="0" t="0" r="28575" b="24765"/>
                      <wp:wrapNone/>
                      <wp:docPr id="66" name="Freeform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751" cy="1214046"/>
                              </a:xfrm>
                              <a:custGeom>
                                <a:avLst/>
                                <a:gdLst>
                                  <a:gd name="connsiteX0" fmla="*/ 28575 w 66723"/>
                                  <a:gd name="connsiteY0" fmla="*/ 231593 h 1192703"/>
                                  <a:gd name="connsiteX1" fmla="*/ 0 w 66723"/>
                                  <a:gd name="connsiteY1" fmla="*/ 850718 h 1192703"/>
                                  <a:gd name="connsiteX2" fmla="*/ 9525 w 66723"/>
                                  <a:gd name="connsiteY2" fmla="*/ 1165043 h 1192703"/>
                                  <a:gd name="connsiteX3" fmla="*/ 57150 w 66723"/>
                                  <a:gd name="connsiteY3" fmla="*/ 1107893 h 1192703"/>
                                  <a:gd name="connsiteX4" fmla="*/ 28575 w 66723"/>
                                  <a:gd name="connsiteY4" fmla="*/ 555443 h 1192703"/>
                                  <a:gd name="connsiteX5" fmla="*/ 66675 w 66723"/>
                                  <a:gd name="connsiteY5" fmla="*/ 60143 h 1192703"/>
                                  <a:gd name="connsiteX6" fmla="*/ 19050 w 66723"/>
                                  <a:gd name="connsiteY6" fmla="*/ 31568 h 1192703"/>
                                  <a:gd name="connsiteX7" fmla="*/ 28575 w 66723"/>
                                  <a:gd name="connsiteY7" fmla="*/ 231593 h 1192703"/>
                                  <a:gd name="connsiteX0" fmla="*/ 28575 w 67889"/>
                                  <a:gd name="connsiteY0" fmla="*/ 231593 h 1191802"/>
                                  <a:gd name="connsiteX1" fmla="*/ 0 w 67889"/>
                                  <a:gd name="connsiteY1" fmla="*/ 850718 h 1191802"/>
                                  <a:gd name="connsiteX2" fmla="*/ 9525 w 67889"/>
                                  <a:gd name="connsiteY2" fmla="*/ 1165043 h 1191802"/>
                                  <a:gd name="connsiteX3" fmla="*/ 57150 w 67889"/>
                                  <a:gd name="connsiteY3" fmla="*/ 1107893 h 1191802"/>
                                  <a:gd name="connsiteX4" fmla="*/ 66723 w 67889"/>
                                  <a:gd name="connsiteY4" fmla="*/ 574495 h 1191802"/>
                                  <a:gd name="connsiteX5" fmla="*/ 66675 w 67889"/>
                                  <a:gd name="connsiteY5" fmla="*/ 60143 h 1191802"/>
                                  <a:gd name="connsiteX6" fmla="*/ 19050 w 67889"/>
                                  <a:gd name="connsiteY6" fmla="*/ 31568 h 1191802"/>
                                  <a:gd name="connsiteX7" fmla="*/ 28575 w 67889"/>
                                  <a:gd name="connsiteY7" fmla="*/ 231593 h 1191802"/>
                                  <a:gd name="connsiteX0" fmla="*/ 9607 w 67889"/>
                                  <a:gd name="connsiteY0" fmla="*/ 554542 h 1209812"/>
                                  <a:gd name="connsiteX1" fmla="*/ 0 w 67889"/>
                                  <a:gd name="connsiteY1" fmla="*/ 868728 h 1209812"/>
                                  <a:gd name="connsiteX2" fmla="*/ 9525 w 67889"/>
                                  <a:gd name="connsiteY2" fmla="*/ 1183053 h 1209812"/>
                                  <a:gd name="connsiteX3" fmla="*/ 57150 w 67889"/>
                                  <a:gd name="connsiteY3" fmla="*/ 1125903 h 1209812"/>
                                  <a:gd name="connsiteX4" fmla="*/ 66723 w 67889"/>
                                  <a:gd name="connsiteY4" fmla="*/ 592505 h 1209812"/>
                                  <a:gd name="connsiteX5" fmla="*/ 66675 w 67889"/>
                                  <a:gd name="connsiteY5" fmla="*/ 78153 h 1209812"/>
                                  <a:gd name="connsiteX6" fmla="*/ 19050 w 67889"/>
                                  <a:gd name="connsiteY6" fmla="*/ 49578 h 1209812"/>
                                  <a:gd name="connsiteX7" fmla="*/ 9607 w 67889"/>
                                  <a:gd name="connsiteY7" fmla="*/ 554542 h 1209812"/>
                                  <a:gd name="connsiteX0" fmla="*/ 9607 w 66751"/>
                                  <a:gd name="connsiteY0" fmla="*/ 554542 h 1214046"/>
                                  <a:gd name="connsiteX1" fmla="*/ 0 w 66751"/>
                                  <a:gd name="connsiteY1" fmla="*/ 868728 h 1214046"/>
                                  <a:gd name="connsiteX2" fmla="*/ 9525 w 66751"/>
                                  <a:gd name="connsiteY2" fmla="*/ 1183053 h 1214046"/>
                                  <a:gd name="connsiteX3" fmla="*/ 57150 w 66751"/>
                                  <a:gd name="connsiteY3" fmla="*/ 1125903 h 1214046"/>
                                  <a:gd name="connsiteX4" fmla="*/ 42911 w 66751"/>
                                  <a:gd name="connsiteY4" fmla="*/ 506770 h 1214046"/>
                                  <a:gd name="connsiteX5" fmla="*/ 66675 w 66751"/>
                                  <a:gd name="connsiteY5" fmla="*/ 78153 h 1214046"/>
                                  <a:gd name="connsiteX6" fmla="*/ 19050 w 66751"/>
                                  <a:gd name="connsiteY6" fmla="*/ 49578 h 1214046"/>
                                  <a:gd name="connsiteX7" fmla="*/ 9607 w 66751"/>
                                  <a:gd name="connsiteY7" fmla="*/ 554542 h 12140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751" h="1214046">
                                    <a:moveTo>
                                      <a:pt x="9607" y="554542"/>
                                    </a:moveTo>
                                    <a:cubicBezTo>
                                      <a:pt x="6432" y="691067"/>
                                      <a:pt x="14" y="763976"/>
                                      <a:pt x="0" y="868728"/>
                                    </a:cubicBezTo>
                                    <a:cubicBezTo>
                                      <a:pt x="-14" y="973480"/>
                                      <a:pt x="0" y="1140191"/>
                                      <a:pt x="9525" y="1183053"/>
                                    </a:cubicBezTo>
                                    <a:cubicBezTo>
                                      <a:pt x="19050" y="1225915"/>
                                      <a:pt x="51586" y="1238617"/>
                                      <a:pt x="57150" y="1125903"/>
                                    </a:cubicBezTo>
                                    <a:cubicBezTo>
                                      <a:pt x="62714" y="1013189"/>
                                      <a:pt x="41324" y="681395"/>
                                      <a:pt x="42911" y="506770"/>
                                    </a:cubicBezTo>
                                    <a:cubicBezTo>
                                      <a:pt x="44498" y="332145"/>
                                      <a:pt x="68262" y="165465"/>
                                      <a:pt x="66675" y="78153"/>
                                    </a:cubicBezTo>
                                    <a:cubicBezTo>
                                      <a:pt x="65088" y="-9159"/>
                                      <a:pt x="28561" y="-29820"/>
                                      <a:pt x="19050" y="49578"/>
                                    </a:cubicBezTo>
                                    <a:cubicBezTo>
                                      <a:pt x="9539" y="128976"/>
                                      <a:pt x="12782" y="418017"/>
                                      <a:pt x="9607" y="5545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66" o:spid="_x0000_s1026" style="position:absolute;margin-left:138.2pt;margin-top:296.3pt;width:5.25pt;height:95.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coordsize="66751,1214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" path="m9607,554542c6432,691067,14,763976,,868728v-14,104752,,271463,9525,314325c19050,1225915,51586,1238617,57150,1125903,62714,1013189,41324,681395,42911,506770,44498,332145,68262,165465,66675,78153,65088,-9159,28561,-29820,19050,49578,9539,128976,12782,418017,9607,554542xe" fillcolor="red" strokecolor="red" strokeweight="1pt">
                      <v:stroke joinstyle="miter"/>
                      <v:path arrowok="t" o:connecttype="custom" o:connectlocs="9607,554542;0,868728;9525,1183053;57150,1125903;42911,506770;66675,78153;19050,49578;9607,554542" o:connectangles="0,0,0,0,0,0,0,0"/>
                      <w10:wrap anchory="page"/>
                    </v:shape>
                  </w:pict>
                </mc:Fallback>
              </mc:AlternateContent>
            </w:r>
            <w:r w:rsidR="00A15F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1495914</wp:posOffset>
                      </wp:positionH>
                      <wp:positionV relativeFrom="page">
                        <wp:posOffset>1115044</wp:posOffset>
                      </wp:positionV>
                      <wp:extent cx="300311" cy="1104469"/>
                      <wp:effectExtent l="0" t="0" r="24130" b="19685"/>
                      <wp:wrapNone/>
                      <wp:docPr id="65" name="Freeform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311" cy="1104469"/>
                              </a:xfrm>
                              <a:custGeom>
                                <a:avLst/>
                                <a:gdLst>
                                  <a:gd name="connsiteX0" fmla="*/ 2051 w 300311"/>
                                  <a:gd name="connsiteY0" fmla="*/ 16 h 1104469"/>
                                  <a:gd name="connsiteX1" fmla="*/ 135401 w 300311"/>
                                  <a:gd name="connsiteY1" fmla="*/ 152416 h 1104469"/>
                                  <a:gd name="connsiteX2" fmla="*/ 202076 w 300311"/>
                                  <a:gd name="connsiteY2" fmla="*/ 257191 h 1104469"/>
                                  <a:gd name="connsiteX3" fmla="*/ 240176 w 300311"/>
                                  <a:gd name="connsiteY3" fmla="*/ 1019191 h 1104469"/>
                                  <a:gd name="connsiteX4" fmla="*/ 297326 w 300311"/>
                                  <a:gd name="connsiteY4" fmla="*/ 1047766 h 1104469"/>
                                  <a:gd name="connsiteX5" fmla="*/ 287801 w 300311"/>
                                  <a:gd name="connsiteY5" fmla="*/ 676291 h 1104469"/>
                                  <a:gd name="connsiteX6" fmla="*/ 249701 w 300311"/>
                                  <a:gd name="connsiteY6" fmla="*/ 161941 h 1104469"/>
                                  <a:gd name="connsiteX7" fmla="*/ 2051 w 300311"/>
                                  <a:gd name="connsiteY7" fmla="*/ 16 h 11044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00311" h="1104469">
                                    <a:moveTo>
                                      <a:pt x="2051" y="16"/>
                                    </a:moveTo>
                                    <a:cubicBezTo>
                                      <a:pt x="-16999" y="-1571"/>
                                      <a:pt x="102064" y="109554"/>
                                      <a:pt x="135401" y="152416"/>
                                    </a:cubicBezTo>
                                    <a:cubicBezTo>
                                      <a:pt x="168738" y="195278"/>
                                      <a:pt x="184614" y="112729"/>
                                      <a:pt x="202076" y="257191"/>
                                    </a:cubicBezTo>
                                    <a:cubicBezTo>
                                      <a:pt x="219539" y="401654"/>
                                      <a:pt x="224301" y="887429"/>
                                      <a:pt x="240176" y="1019191"/>
                                    </a:cubicBezTo>
                                    <a:cubicBezTo>
                                      <a:pt x="256051" y="1150953"/>
                                      <a:pt x="289389" y="1104916"/>
                                      <a:pt x="297326" y="1047766"/>
                                    </a:cubicBezTo>
                                    <a:cubicBezTo>
                                      <a:pt x="305263" y="990616"/>
                                      <a:pt x="295738" y="823928"/>
                                      <a:pt x="287801" y="676291"/>
                                    </a:cubicBezTo>
                                    <a:cubicBezTo>
                                      <a:pt x="279864" y="528654"/>
                                      <a:pt x="300501" y="279416"/>
                                      <a:pt x="249701" y="161941"/>
                                    </a:cubicBezTo>
                                    <a:cubicBezTo>
                                      <a:pt x="198901" y="44466"/>
                                      <a:pt x="21101" y="1603"/>
                                      <a:pt x="2051" y="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65" o:spid="_x0000_s1026" style="position:absolute;margin-left:117.8pt;margin-top:87.8pt;width:23.65pt;height:86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300311,1104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" path="m2051,16c-16999,-1571,102064,109554,135401,152416v33337,42862,49213,-39687,66675,104775c219539,401654,224301,887429,240176,1019191v15875,131762,49213,85725,57150,28575c305263,990616,295738,823928,287801,676291,279864,528654,300501,279416,249701,161941,198901,44466,21101,1603,2051,16xe" fillcolor="red" strokecolor="red" strokeweight="1pt">
                      <v:stroke joinstyle="miter"/>
                      <v:path arrowok="t" o:connecttype="custom" o:connectlocs="2051,16;135401,152416;202076,257191;240176,1019191;297326,1047766;287801,676291;249701,161941;2051,16" o:connectangles="0,0,0,0,0,0,0,0"/>
                      <w10:wrap anchory="page"/>
                    </v:shape>
                  </w:pict>
                </mc:Fallback>
              </mc:AlternateContent>
            </w:r>
            <w:r w:rsidR="00A15F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4641215</wp:posOffset>
                      </wp:positionH>
                      <wp:positionV relativeFrom="page">
                        <wp:posOffset>3705860</wp:posOffset>
                      </wp:positionV>
                      <wp:extent cx="219075" cy="1571625"/>
                      <wp:effectExtent l="0" t="0" r="47625" b="28575"/>
                      <wp:wrapNone/>
                      <wp:docPr id="64" name="Freeform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71625"/>
                              </a:xfrm>
                              <a:custGeom>
                                <a:avLst/>
                                <a:gdLst>
                                  <a:gd name="connsiteX0" fmla="*/ 0 w 219075"/>
                                  <a:gd name="connsiteY0" fmla="*/ 0 h 1571625"/>
                                  <a:gd name="connsiteX1" fmla="*/ 28575 w 219075"/>
                                  <a:gd name="connsiteY1" fmla="*/ 104775 h 1571625"/>
                                  <a:gd name="connsiteX2" fmla="*/ 57150 w 219075"/>
                                  <a:gd name="connsiteY2" fmla="*/ 133350 h 1571625"/>
                                  <a:gd name="connsiteX3" fmla="*/ 66675 w 219075"/>
                                  <a:gd name="connsiteY3" fmla="*/ 161925 h 1571625"/>
                                  <a:gd name="connsiteX4" fmla="*/ 76200 w 219075"/>
                                  <a:gd name="connsiteY4" fmla="*/ 219075 h 1571625"/>
                                  <a:gd name="connsiteX5" fmla="*/ 95250 w 219075"/>
                                  <a:gd name="connsiteY5" fmla="*/ 247650 h 1571625"/>
                                  <a:gd name="connsiteX6" fmla="*/ 104775 w 219075"/>
                                  <a:gd name="connsiteY6" fmla="*/ 276225 h 1571625"/>
                                  <a:gd name="connsiteX7" fmla="*/ 95250 w 219075"/>
                                  <a:gd name="connsiteY7" fmla="*/ 304800 h 1571625"/>
                                  <a:gd name="connsiteX8" fmla="*/ 123825 w 219075"/>
                                  <a:gd name="connsiteY8" fmla="*/ 361950 h 1571625"/>
                                  <a:gd name="connsiteX9" fmla="*/ 114300 w 219075"/>
                                  <a:gd name="connsiteY9" fmla="*/ 428625 h 1571625"/>
                                  <a:gd name="connsiteX10" fmla="*/ 104775 w 219075"/>
                                  <a:gd name="connsiteY10" fmla="*/ 476250 h 1571625"/>
                                  <a:gd name="connsiteX11" fmla="*/ 161925 w 219075"/>
                                  <a:gd name="connsiteY11" fmla="*/ 504825 h 1571625"/>
                                  <a:gd name="connsiteX12" fmla="*/ 152400 w 219075"/>
                                  <a:gd name="connsiteY12" fmla="*/ 581025 h 1571625"/>
                                  <a:gd name="connsiteX13" fmla="*/ 161925 w 219075"/>
                                  <a:gd name="connsiteY13" fmla="*/ 638175 h 1571625"/>
                                  <a:gd name="connsiteX14" fmla="*/ 123825 w 219075"/>
                                  <a:gd name="connsiteY14" fmla="*/ 628650 h 1571625"/>
                                  <a:gd name="connsiteX15" fmla="*/ 95250 w 219075"/>
                                  <a:gd name="connsiteY15" fmla="*/ 600075 h 1571625"/>
                                  <a:gd name="connsiteX16" fmla="*/ 133350 w 219075"/>
                                  <a:gd name="connsiteY16" fmla="*/ 561975 h 1571625"/>
                                  <a:gd name="connsiteX17" fmla="*/ 133350 w 219075"/>
                                  <a:gd name="connsiteY17" fmla="*/ 628650 h 1571625"/>
                                  <a:gd name="connsiteX18" fmla="*/ 123825 w 219075"/>
                                  <a:gd name="connsiteY18" fmla="*/ 704850 h 1571625"/>
                                  <a:gd name="connsiteX19" fmla="*/ 142875 w 219075"/>
                                  <a:gd name="connsiteY19" fmla="*/ 752475 h 1571625"/>
                                  <a:gd name="connsiteX20" fmla="*/ 161925 w 219075"/>
                                  <a:gd name="connsiteY20" fmla="*/ 866775 h 1571625"/>
                                  <a:gd name="connsiteX21" fmla="*/ 152400 w 219075"/>
                                  <a:gd name="connsiteY21" fmla="*/ 962025 h 1571625"/>
                                  <a:gd name="connsiteX22" fmla="*/ 142875 w 219075"/>
                                  <a:gd name="connsiteY22" fmla="*/ 1095375 h 1571625"/>
                                  <a:gd name="connsiteX23" fmla="*/ 219075 w 219075"/>
                                  <a:gd name="connsiteY23" fmla="*/ 1123950 h 1571625"/>
                                  <a:gd name="connsiteX24" fmla="*/ 200025 w 219075"/>
                                  <a:gd name="connsiteY24" fmla="*/ 1200150 h 1571625"/>
                                  <a:gd name="connsiteX25" fmla="*/ 171450 w 219075"/>
                                  <a:gd name="connsiteY25" fmla="*/ 1219200 h 1571625"/>
                                  <a:gd name="connsiteX26" fmla="*/ 200025 w 219075"/>
                                  <a:gd name="connsiteY26" fmla="*/ 1266825 h 1571625"/>
                                  <a:gd name="connsiteX27" fmla="*/ 152400 w 219075"/>
                                  <a:gd name="connsiteY27" fmla="*/ 1352550 h 1571625"/>
                                  <a:gd name="connsiteX28" fmla="*/ 142875 w 219075"/>
                                  <a:gd name="connsiteY28" fmla="*/ 1438275 h 1571625"/>
                                  <a:gd name="connsiteX29" fmla="*/ 152400 w 219075"/>
                                  <a:gd name="connsiteY29" fmla="*/ 1571625 h 15716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</a:cxnLst>
                                <a:rect l="l" t="t" r="r" b="b"/>
                                <a:pathLst>
                                  <a:path w="219075" h="1571625">
                                    <a:moveTo>
                                      <a:pt x="0" y="0"/>
                                    </a:moveTo>
                                    <a:cubicBezTo>
                                      <a:pt x="3720" y="18600"/>
                                      <a:pt x="16490" y="92690"/>
                                      <a:pt x="28575" y="104775"/>
                                    </a:cubicBezTo>
                                    <a:lnTo>
                                      <a:pt x="57150" y="133350"/>
                                    </a:lnTo>
                                    <a:cubicBezTo>
                                      <a:pt x="60325" y="142875"/>
                                      <a:pt x="64497" y="152124"/>
                                      <a:pt x="66675" y="161925"/>
                                    </a:cubicBezTo>
                                    <a:cubicBezTo>
                                      <a:pt x="70865" y="180778"/>
                                      <a:pt x="70093" y="200753"/>
                                      <a:pt x="76200" y="219075"/>
                                    </a:cubicBezTo>
                                    <a:cubicBezTo>
                                      <a:pt x="79820" y="229935"/>
                                      <a:pt x="90130" y="237411"/>
                                      <a:pt x="95250" y="247650"/>
                                    </a:cubicBezTo>
                                    <a:cubicBezTo>
                                      <a:pt x="99740" y="256630"/>
                                      <a:pt x="101600" y="266700"/>
                                      <a:pt x="104775" y="276225"/>
                                    </a:cubicBezTo>
                                    <a:cubicBezTo>
                                      <a:pt x="101600" y="285750"/>
                                      <a:pt x="95250" y="294760"/>
                                      <a:pt x="95250" y="304800"/>
                                    </a:cubicBezTo>
                                    <a:cubicBezTo>
                                      <a:pt x="95250" y="324518"/>
                                      <a:pt x="114193" y="347503"/>
                                      <a:pt x="123825" y="361950"/>
                                    </a:cubicBezTo>
                                    <a:cubicBezTo>
                                      <a:pt x="120650" y="384175"/>
                                      <a:pt x="117991" y="406480"/>
                                      <a:pt x="114300" y="428625"/>
                                    </a:cubicBezTo>
                                    <a:cubicBezTo>
                                      <a:pt x="111638" y="444594"/>
                                      <a:pt x="100327" y="460684"/>
                                      <a:pt x="104775" y="476250"/>
                                    </a:cubicBezTo>
                                    <a:cubicBezTo>
                                      <a:pt x="108662" y="489855"/>
                                      <a:pt x="151469" y="501340"/>
                                      <a:pt x="161925" y="504825"/>
                                    </a:cubicBezTo>
                                    <a:cubicBezTo>
                                      <a:pt x="158750" y="530225"/>
                                      <a:pt x="152400" y="555427"/>
                                      <a:pt x="152400" y="581025"/>
                                    </a:cubicBezTo>
                                    <a:cubicBezTo>
                                      <a:pt x="152400" y="600338"/>
                                      <a:pt x="171861" y="621614"/>
                                      <a:pt x="161925" y="638175"/>
                                    </a:cubicBezTo>
                                    <a:cubicBezTo>
                                      <a:pt x="155190" y="649400"/>
                                      <a:pt x="136525" y="631825"/>
                                      <a:pt x="123825" y="628650"/>
                                    </a:cubicBezTo>
                                    <a:cubicBezTo>
                                      <a:pt x="114300" y="619125"/>
                                      <a:pt x="99510" y="612854"/>
                                      <a:pt x="95250" y="600075"/>
                                    </a:cubicBezTo>
                                    <a:cubicBezTo>
                                      <a:pt x="85090" y="569595"/>
                                      <a:pt x="118110" y="567055"/>
                                      <a:pt x="133350" y="561975"/>
                                    </a:cubicBezTo>
                                    <a:cubicBezTo>
                                      <a:pt x="178712" y="630017"/>
                                      <a:pt x="193662" y="613572"/>
                                      <a:pt x="133350" y="628650"/>
                                    </a:cubicBezTo>
                                    <a:cubicBezTo>
                                      <a:pt x="156020" y="696660"/>
                                      <a:pt x="169108" y="674661"/>
                                      <a:pt x="123825" y="704850"/>
                                    </a:cubicBezTo>
                                    <a:cubicBezTo>
                                      <a:pt x="130175" y="720725"/>
                                      <a:pt x="141738" y="735415"/>
                                      <a:pt x="142875" y="752475"/>
                                    </a:cubicBezTo>
                                    <a:cubicBezTo>
                                      <a:pt x="150811" y="871516"/>
                                      <a:pt x="100128" y="825577"/>
                                      <a:pt x="161925" y="866775"/>
                                    </a:cubicBezTo>
                                    <a:cubicBezTo>
                                      <a:pt x="158750" y="898525"/>
                                      <a:pt x="161784" y="931528"/>
                                      <a:pt x="152400" y="962025"/>
                                    </a:cubicBezTo>
                                    <a:cubicBezTo>
                                      <a:pt x="126032" y="1047722"/>
                                      <a:pt x="49454" y="892963"/>
                                      <a:pt x="142875" y="1095375"/>
                                    </a:cubicBezTo>
                                    <a:cubicBezTo>
                                      <a:pt x="149372" y="1109451"/>
                                      <a:pt x="207132" y="1120964"/>
                                      <a:pt x="219075" y="1123950"/>
                                    </a:cubicBezTo>
                                    <a:cubicBezTo>
                                      <a:pt x="218601" y="1126322"/>
                                      <a:pt x="207835" y="1190387"/>
                                      <a:pt x="200025" y="1200150"/>
                                    </a:cubicBezTo>
                                    <a:cubicBezTo>
                                      <a:pt x="192874" y="1209089"/>
                                      <a:pt x="180975" y="1212850"/>
                                      <a:pt x="171450" y="1219200"/>
                                    </a:cubicBezTo>
                                    <a:cubicBezTo>
                                      <a:pt x="180975" y="1235075"/>
                                      <a:pt x="198605" y="1248366"/>
                                      <a:pt x="200025" y="1266825"/>
                                    </a:cubicBezTo>
                                    <a:cubicBezTo>
                                      <a:pt x="205933" y="1343634"/>
                                      <a:pt x="195308" y="1338247"/>
                                      <a:pt x="152400" y="1352550"/>
                                    </a:cubicBezTo>
                                    <a:cubicBezTo>
                                      <a:pt x="130175" y="1419225"/>
                                      <a:pt x="127000" y="1390650"/>
                                      <a:pt x="142875" y="1438275"/>
                                    </a:cubicBezTo>
                                    <a:lnTo>
                                      <a:pt x="152400" y="1571625"/>
                                    </a:lnTo>
                                  </a:path>
                                </a:pathLst>
                              </a:custGeom>
                              <a:noFill/>
                              <a:ln w="2222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64" o:spid="_x0000_s1026" style="position:absolute;margin-left:365.45pt;margin-top:291.8pt;width:17.25pt;height:123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19075,1571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" path="m,c3720,18600,16490,92690,28575,104775r28575,28575c60325,142875,64497,152124,66675,161925v4190,18853,3418,38828,9525,57150c79820,229935,90130,237411,95250,247650v4490,8980,6350,19050,9525,28575c101600,285750,95250,294760,95250,304800v,19718,18943,42703,28575,57150c120650,384175,117991,406480,114300,428625v-2662,15969,-13973,32059,-9525,47625c108662,489855,151469,501340,161925,504825v-3175,25400,-9525,50602,-9525,76200c152400,600338,171861,621614,161925,638175v-6735,11225,-25400,-6350,-38100,-9525c114300,619125,99510,612854,95250,600075v-10160,-30480,22860,-33020,38100,-38100c178712,630017,193662,613572,133350,628650v22670,68010,35758,46011,-9525,76200c130175,720725,141738,735415,142875,752475v7936,119041,-42747,73102,19050,114300c158750,898525,161784,931528,152400,962025v-26368,85697,-102946,-69062,-9525,133350c149372,1109451,207132,1120964,219075,1123950v-474,2372,-11240,66437,-19050,76200c192874,1209089,180975,1212850,171450,1219200v9525,15875,27155,29166,28575,47625c205933,1343634,195308,1338247,152400,1352550v-22225,66675,-25400,38100,-9525,85725l152400,1571625e" filled="f" strokecolor="red" strokeweight="1.75pt">
                      <v:stroke joinstyle="miter"/>
                      <v:path arrowok="t" o:connecttype="custom" o:connectlocs="0,0;28575,104775;57150,133350;66675,161925;76200,219075;95250,247650;104775,276225;95250,304800;123825,361950;114300,428625;104775,476250;161925,504825;152400,581025;161925,638175;123825,628650;95250,600075;133350,561975;133350,628650;123825,704850;142875,752475;161925,866775;152400,962025;142875,1095375;219075,1123950;200025,1200150;171450,1219200;200025,1266825;152400,1352550;142875,1438275;152400,1571625" o:connectangles="0,0,0,0,0,0,0,0,0,0,0,0,0,0,0,0,0,0,0,0,0,0,0,0,0,0,0,0,0,0"/>
                      <w10:wrap anchory="page"/>
                    </v:shape>
                  </w:pict>
                </mc:Fallback>
              </mc:AlternateContent>
            </w:r>
            <w:r w:rsidR="00A15F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1859734</wp:posOffset>
                      </wp:positionH>
                      <wp:positionV relativeFrom="page">
                        <wp:posOffset>3458210</wp:posOffset>
                      </wp:positionV>
                      <wp:extent cx="29852" cy="276225"/>
                      <wp:effectExtent l="0" t="0" r="27305" b="28575"/>
                      <wp:wrapNone/>
                      <wp:docPr id="31" name="Freeform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852" cy="276225"/>
                              </a:xfrm>
                              <a:custGeom>
                                <a:avLst/>
                                <a:gdLst>
                                  <a:gd name="connsiteX0" fmla="*/ 9706 w 29852"/>
                                  <a:gd name="connsiteY0" fmla="*/ 0 h 276225"/>
                                  <a:gd name="connsiteX1" fmla="*/ 181 w 29852"/>
                                  <a:gd name="connsiteY1" fmla="*/ 47625 h 276225"/>
                                  <a:gd name="connsiteX2" fmla="*/ 28756 w 29852"/>
                                  <a:gd name="connsiteY2" fmla="*/ 142875 h 276225"/>
                                  <a:gd name="connsiteX3" fmla="*/ 28756 w 29852"/>
                                  <a:gd name="connsiteY3" fmla="*/ 276225 h 276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9852" h="276225">
                                    <a:moveTo>
                                      <a:pt x="9706" y="0"/>
                                    </a:moveTo>
                                    <a:cubicBezTo>
                                      <a:pt x="6531" y="15875"/>
                                      <a:pt x="-1285" y="31502"/>
                                      <a:pt x="181" y="47625"/>
                                    </a:cubicBezTo>
                                    <a:cubicBezTo>
                                      <a:pt x="5711" y="108451"/>
                                      <a:pt x="25874" y="90994"/>
                                      <a:pt x="28756" y="142875"/>
                                    </a:cubicBezTo>
                                    <a:cubicBezTo>
                                      <a:pt x="31222" y="187257"/>
                                      <a:pt x="28756" y="231775"/>
                                      <a:pt x="28756" y="27622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222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1" o:spid="_x0000_s1026" style="position:absolute;margin-left:146.45pt;margin-top:272.3pt;width:2.35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9852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" path="m9706,c6531,15875,-1285,31502,181,47625v5530,60826,25693,43369,28575,95250c31222,187257,28756,231775,28756,276225e" fillcolor="red" strokecolor="red" strokeweight="1.75pt">
                      <v:stroke joinstyle="miter"/>
                      <v:path arrowok="t" o:connecttype="custom" o:connectlocs="9706,0;181,47625;28756,142875;28756,276225" o:connectangles="0,0,0,0"/>
                      <w10:wrap anchory="page"/>
                    </v:shape>
                  </w:pict>
                </mc:Fallback>
              </mc:AlternateContent>
            </w:r>
            <w:r w:rsidR="00A15F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1764664</wp:posOffset>
                      </wp:positionH>
                      <wp:positionV relativeFrom="page">
                        <wp:posOffset>3420110</wp:posOffset>
                      </wp:positionV>
                      <wp:extent cx="76201" cy="590550"/>
                      <wp:effectExtent l="0" t="0" r="19050" b="19050"/>
                      <wp:wrapNone/>
                      <wp:docPr id="30" name="Freeform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1" cy="590550"/>
                              </a:xfrm>
                              <a:custGeom>
                                <a:avLst/>
                                <a:gdLst>
                                  <a:gd name="connsiteX0" fmla="*/ 76201 w 76201"/>
                                  <a:gd name="connsiteY0" fmla="*/ 0 h 590550"/>
                                  <a:gd name="connsiteX1" fmla="*/ 28576 w 76201"/>
                                  <a:gd name="connsiteY1" fmla="*/ 104775 h 590550"/>
                                  <a:gd name="connsiteX2" fmla="*/ 9526 w 76201"/>
                                  <a:gd name="connsiteY2" fmla="*/ 133350 h 590550"/>
                                  <a:gd name="connsiteX3" fmla="*/ 9526 w 76201"/>
                                  <a:gd name="connsiteY3" fmla="*/ 238125 h 590550"/>
                                  <a:gd name="connsiteX4" fmla="*/ 28576 w 76201"/>
                                  <a:gd name="connsiteY4" fmla="*/ 295275 h 590550"/>
                                  <a:gd name="connsiteX5" fmla="*/ 28576 w 76201"/>
                                  <a:gd name="connsiteY5" fmla="*/ 590550 h 590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201" h="590550">
                                    <a:moveTo>
                                      <a:pt x="76201" y="0"/>
                                    </a:moveTo>
                                    <a:cubicBezTo>
                                      <a:pt x="62186" y="70076"/>
                                      <a:pt x="75656" y="34155"/>
                                      <a:pt x="28576" y="104775"/>
                                    </a:cubicBezTo>
                                    <a:lnTo>
                                      <a:pt x="9526" y="133350"/>
                                    </a:lnTo>
                                    <a:cubicBezTo>
                                      <a:pt x="-470" y="193326"/>
                                      <a:pt x="-5623" y="182580"/>
                                      <a:pt x="9526" y="238125"/>
                                    </a:cubicBezTo>
                                    <a:cubicBezTo>
                                      <a:pt x="14810" y="257498"/>
                                      <a:pt x="28576" y="275195"/>
                                      <a:pt x="28576" y="295275"/>
                                    </a:cubicBezTo>
                                    <a:lnTo>
                                      <a:pt x="28576" y="590550"/>
                                    </a:lnTo>
                                  </a:path>
                                </a:pathLst>
                              </a:custGeom>
                              <a:noFill/>
                              <a:ln w="2222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0" o:spid="_x0000_s1026" style="position:absolute;margin-left:138.95pt;margin-top:269.3pt;width:6pt;height:4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76201,59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" path="m76201,c62186,70076,75656,34155,28576,104775l9526,133350v-9996,59976,-15149,49230,,104775c14810,257498,28576,275195,28576,295275r,295275e" filled="f" strokecolor="red" strokeweight="1.75pt">
                      <v:stroke joinstyle="miter"/>
                      <v:path arrowok="t" o:connecttype="custom" o:connectlocs="76201,0;28576,104775;9526,133350;9526,238125;28576,295275;28576,590550" o:connectangles="0,0,0,0,0,0"/>
                      <w10:wrap anchory="page"/>
                    </v:shape>
                  </w:pict>
                </mc:Fallback>
              </mc:AlternateContent>
            </w:r>
            <w:r w:rsidR="00A15F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1764665</wp:posOffset>
                      </wp:positionH>
                      <wp:positionV relativeFrom="page">
                        <wp:posOffset>2077085</wp:posOffset>
                      </wp:positionV>
                      <wp:extent cx="104775" cy="1362075"/>
                      <wp:effectExtent l="0" t="0" r="28575" b="28575"/>
                      <wp:wrapNone/>
                      <wp:docPr id="29" name="Freeform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362075"/>
                              </a:xfrm>
                              <a:custGeom>
                                <a:avLst/>
                                <a:gdLst>
                                  <a:gd name="connsiteX0" fmla="*/ 0 w 104775"/>
                                  <a:gd name="connsiteY0" fmla="*/ 0 h 1362075"/>
                                  <a:gd name="connsiteX1" fmla="*/ 9525 w 104775"/>
                                  <a:gd name="connsiteY1" fmla="*/ 76200 h 1362075"/>
                                  <a:gd name="connsiteX2" fmla="*/ 47625 w 104775"/>
                                  <a:gd name="connsiteY2" fmla="*/ 133350 h 1362075"/>
                                  <a:gd name="connsiteX3" fmla="*/ 66675 w 104775"/>
                                  <a:gd name="connsiteY3" fmla="*/ 190500 h 1362075"/>
                                  <a:gd name="connsiteX4" fmla="*/ 85725 w 104775"/>
                                  <a:gd name="connsiteY4" fmla="*/ 266700 h 1362075"/>
                                  <a:gd name="connsiteX5" fmla="*/ 95250 w 104775"/>
                                  <a:gd name="connsiteY5" fmla="*/ 409575 h 1362075"/>
                                  <a:gd name="connsiteX6" fmla="*/ 104775 w 104775"/>
                                  <a:gd name="connsiteY6" fmla="*/ 438150 h 1362075"/>
                                  <a:gd name="connsiteX7" fmla="*/ 85725 w 104775"/>
                                  <a:gd name="connsiteY7" fmla="*/ 533400 h 1362075"/>
                                  <a:gd name="connsiteX8" fmla="*/ 76200 w 104775"/>
                                  <a:gd name="connsiteY8" fmla="*/ 571500 h 1362075"/>
                                  <a:gd name="connsiteX9" fmla="*/ 85725 w 104775"/>
                                  <a:gd name="connsiteY9" fmla="*/ 714375 h 1362075"/>
                                  <a:gd name="connsiteX10" fmla="*/ 95250 w 104775"/>
                                  <a:gd name="connsiteY10" fmla="*/ 752475 h 1362075"/>
                                  <a:gd name="connsiteX11" fmla="*/ 85725 w 104775"/>
                                  <a:gd name="connsiteY11" fmla="*/ 857250 h 1362075"/>
                                  <a:gd name="connsiteX12" fmla="*/ 76200 w 104775"/>
                                  <a:gd name="connsiteY12" fmla="*/ 895350 h 1362075"/>
                                  <a:gd name="connsiteX13" fmla="*/ 57150 w 104775"/>
                                  <a:gd name="connsiteY13" fmla="*/ 952500 h 1362075"/>
                                  <a:gd name="connsiteX14" fmla="*/ 66675 w 104775"/>
                                  <a:gd name="connsiteY14" fmla="*/ 1085850 h 1362075"/>
                                  <a:gd name="connsiteX15" fmla="*/ 85725 w 104775"/>
                                  <a:gd name="connsiteY15" fmla="*/ 1114425 h 1362075"/>
                                  <a:gd name="connsiteX16" fmla="*/ 76200 w 104775"/>
                                  <a:gd name="connsiteY16" fmla="*/ 1190625 h 1362075"/>
                                  <a:gd name="connsiteX17" fmla="*/ 57150 w 104775"/>
                                  <a:gd name="connsiteY17" fmla="*/ 1219200 h 1362075"/>
                                  <a:gd name="connsiteX18" fmla="*/ 47625 w 104775"/>
                                  <a:gd name="connsiteY18" fmla="*/ 1247775 h 1362075"/>
                                  <a:gd name="connsiteX19" fmla="*/ 57150 w 104775"/>
                                  <a:gd name="connsiteY19" fmla="*/ 1276350 h 1362075"/>
                                  <a:gd name="connsiteX20" fmla="*/ 76200 w 104775"/>
                                  <a:gd name="connsiteY20" fmla="*/ 1304925 h 1362075"/>
                                  <a:gd name="connsiteX21" fmla="*/ 85725 w 104775"/>
                                  <a:gd name="connsiteY21" fmla="*/ 1362075 h 136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04775" h="1362075">
                                    <a:moveTo>
                                      <a:pt x="0" y="0"/>
                                    </a:moveTo>
                                    <a:cubicBezTo>
                                      <a:pt x="3175" y="25400"/>
                                      <a:pt x="916" y="52094"/>
                                      <a:pt x="9525" y="76200"/>
                                    </a:cubicBezTo>
                                    <a:cubicBezTo>
                                      <a:pt x="17226" y="97761"/>
                                      <a:pt x="40385" y="111630"/>
                                      <a:pt x="47625" y="133350"/>
                                    </a:cubicBezTo>
                                    <a:cubicBezTo>
                                      <a:pt x="53975" y="152400"/>
                                      <a:pt x="62737" y="170809"/>
                                      <a:pt x="66675" y="190500"/>
                                    </a:cubicBezTo>
                                    <a:cubicBezTo>
                                      <a:pt x="78169" y="247970"/>
                                      <a:pt x="71080" y="222766"/>
                                      <a:pt x="85725" y="266700"/>
                                    </a:cubicBezTo>
                                    <a:cubicBezTo>
                                      <a:pt x="88900" y="314325"/>
                                      <a:pt x="89979" y="362136"/>
                                      <a:pt x="95250" y="409575"/>
                                    </a:cubicBezTo>
                                    <a:cubicBezTo>
                                      <a:pt x="96359" y="419554"/>
                                      <a:pt x="104775" y="428110"/>
                                      <a:pt x="104775" y="438150"/>
                                    </a:cubicBezTo>
                                    <a:cubicBezTo>
                                      <a:pt x="104775" y="495044"/>
                                      <a:pt x="97455" y="492346"/>
                                      <a:pt x="85725" y="533400"/>
                                    </a:cubicBezTo>
                                    <a:cubicBezTo>
                                      <a:pt x="82129" y="545987"/>
                                      <a:pt x="79375" y="558800"/>
                                      <a:pt x="76200" y="571500"/>
                                    </a:cubicBezTo>
                                    <a:cubicBezTo>
                                      <a:pt x="79375" y="619125"/>
                                      <a:pt x="80728" y="666907"/>
                                      <a:pt x="85725" y="714375"/>
                                    </a:cubicBezTo>
                                    <a:cubicBezTo>
                                      <a:pt x="87095" y="727394"/>
                                      <a:pt x="95250" y="739384"/>
                                      <a:pt x="95250" y="752475"/>
                                    </a:cubicBezTo>
                                    <a:cubicBezTo>
                                      <a:pt x="95250" y="787544"/>
                                      <a:pt x="90360" y="822489"/>
                                      <a:pt x="85725" y="857250"/>
                                    </a:cubicBezTo>
                                    <a:cubicBezTo>
                                      <a:pt x="83995" y="870226"/>
                                      <a:pt x="79962" y="882811"/>
                                      <a:pt x="76200" y="895350"/>
                                    </a:cubicBezTo>
                                    <a:cubicBezTo>
                                      <a:pt x="70430" y="914584"/>
                                      <a:pt x="57150" y="952500"/>
                                      <a:pt x="57150" y="952500"/>
                                    </a:cubicBezTo>
                                    <a:cubicBezTo>
                                      <a:pt x="60325" y="996950"/>
                                      <a:pt x="58931" y="1041965"/>
                                      <a:pt x="66675" y="1085850"/>
                                    </a:cubicBezTo>
                                    <a:cubicBezTo>
                                      <a:pt x="68664" y="1097123"/>
                                      <a:pt x="84689" y="1103024"/>
                                      <a:pt x="85725" y="1114425"/>
                                    </a:cubicBezTo>
                                    <a:cubicBezTo>
                                      <a:pt x="88043" y="1139918"/>
                                      <a:pt x="82935" y="1165929"/>
                                      <a:pt x="76200" y="1190625"/>
                                    </a:cubicBezTo>
                                    <a:cubicBezTo>
                                      <a:pt x="73188" y="1201669"/>
                                      <a:pt x="62270" y="1208961"/>
                                      <a:pt x="57150" y="1219200"/>
                                    </a:cubicBezTo>
                                    <a:cubicBezTo>
                                      <a:pt x="52660" y="1228180"/>
                                      <a:pt x="50800" y="1238250"/>
                                      <a:pt x="47625" y="1247775"/>
                                    </a:cubicBezTo>
                                    <a:cubicBezTo>
                                      <a:pt x="50800" y="1257300"/>
                                      <a:pt x="52660" y="1267370"/>
                                      <a:pt x="57150" y="1276350"/>
                                    </a:cubicBezTo>
                                    <a:cubicBezTo>
                                      <a:pt x="62270" y="1286589"/>
                                      <a:pt x="72180" y="1294206"/>
                                      <a:pt x="76200" y="1304925"/>
                                    </a:cubicBezTo>
                                    <a:cubicBezTo>
                                      <a:pt x="86348" y="1331985"/>
                                      <a:pt x="85725" y="1341004"/>
                                      <a:pt x="85725" y="1362075"/>
                                    </a:cubicBezTo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9" o:spid="_x0000_s1026" style="position:absolute;margin-left:138.95pt;margin-top:163.55pt;width:8.25pt;height:10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04775,1362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" path="m,c3175,25400,916,52094,9525,76200v7701,21561,30860,35430,38100,57150c53975,152400,62737,170809,66675,190500v11494,57470,4405,32266,19050,76200c88900,314325,89979,362136,95250,409575v1109,9979,9525,18535,9525,28575c104775,495044,97455,492346,85725,533400v-3596,12587,-6350,25400,-9525,38100c79375,619125,80728,666907,85725,714375v1370,13019,9525,25009,9525,38100c95250,787544,90360,822489,85725,857250v-1730,12976,-5763,25561,-9525,38100c70430,914584,57150,952500,57150,952500v3175,44450,1781,89465,9525,133350c68664,1097123,84689,1103024,85725,1114425v2318,25493,-2790,51504,-9525,76200c73188,1201669,62270,1208961,57150,1219200v-4490,8980,-6350,19050,-9525,28575c50800,1257300,52660,1267370,57150,1276350v5120,10239,15030,17856,19050,28575c86348,1331985,85725,1341004,85725,1362075e" filled="f" strokecolor="red" strokeweight="2pt">
                      <v:stroke joinstyle="miter"/>
                      <v:path arrowok="t" o:connecttype="custom" o:connectlocs="0,0;9525,76200;47625,133350;66675,190500;85725,266700;95250,409575;104775,438150;85725,533400;76200,571500;85725,714375;95250,752475;85725,857250;76200,895350;57150,952500;66675,1085850;85725,1114425;76200,1190625;57150,1219200;47625,1247775;57150,1276350;76200,1304925;85725,1362075" o:connectangles="0,0,0,0,0,0,0,0,0,0,0,0,0,0,0,0,0,0,0,0,0,0"/>
                      <w10:wrap anchory="page"/>
                    </v:shape>
                  </w:pict>
                </mc:Fallback>
              </mc:AlternateContent>
            </w:r>
          </w:p>
        </w:tc>
      </w:tr>
      <w:tr w:rsidR="009E0202" w:rsidTr="005E23C6">
        <w:trPr>
          <w:trHeight w:hRule="exact" w:val="888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021342">
              <w:rPr>
                <w:sz w:val="21"/>
                <w:szCs w:val="21"/>
              </w:rPr>
              <w:lastRenderedPageBreak/>
              <w:t>Report:</w:t>
            </w:r>
          </w:p>
          <w:p w:rsidR="00A15FF2" w:rsidRDefault="00A15FF2" w:rsidP="00A15FF2">
            <w:pPr>
              <w:pStyle w:val="CUSTOMColumnText"/>
              <w:rPr>
                <w:b/>
                <w:u w:val="single"/>
              </w:rPr>
            </w:pPr>
            <w:r w:rsidRPr="00A15FF2">
              <w:rPr>
                <w:b/>
                <w:u w:val="single"/>
              </w:rPr>
              <w:t xml:space="preserve">Right Lower extremity: </w:t>
            </w:r>
          </w:p>
          <w:p w:rsidR="00A15FF2" w:rsidRPr="00A15FF2" w:rsidRDefault="00A15FF2" w:rsidP="00A15FF2">
            <w:pPr>
              <w:pStyle w:val="CUSTOMColumnText"/>
              <w:rPr>
                <w:b/>
                <w:u w:val="single"/>
              </w:rPr>
            </w:pPr>
          </w:p>
          <w:p w:rsidR="009E0202" w:rsidRPr="00122ACE" w:rsidRDefault="00A15FF2" w:rsidP="00DC01AB">
            <w:pPr>
              <w:pStyle w:val="CUSTOMColumnText"/>
            </w:pPr>
            <w:r w:rsidRPr="00122ACE">
              <w:t xml:space="preserve">The right CFV is patent although incompetent. All other deep veins are patent and competent. </w:t>
            </w:r>
          </w:p>
          <w:p w:rsidR="00A15FF2" w:rsidRPr="00122ACE" w:rsidRDefault="00A15FF2" w:rsidP="00DC01AB">
            <w:pPr>
              <w:pStyle w:val="CUSTOMColumnText"/>
            </w:pPr>
          </w:p>
          <w:p w:rsidR="00A15FF2" w:rsidRDefault="00A15FF2" w:rsidP="00DC01AB">
            <w:pPr>
              <w:pStyle w:val="CUSTOMColumnText"/>
            </w:pPr>
            <w:r w:rsidRPr="00122ACE">
              <w:t xml:space="preserve">The SFJ and GSV are patent although incompetent. The GSV exits the fascia at the mid-thigh and tracks medially to the knee. A varicose vein is imaged supplying the GSV and tracks the posterior calf to the ankle draining into an incompetent perforator 3-4cm above the medial malleolus. </w:t>
            </w:r>
            <w:r w:rsidR="00122ACE" w:rsidRPr="00122ACE">
              <w:t xml:space="preserve">The GSV is observed to re-enter the fascia at the proximal calf and tracks to the distal calf, which is patent although incompetent. </w:t>
            </w:r>
          </w:p>
          <w:p w:rsidR="00A47A47" w:rsidRDefault="00A47A47" w:rsidP="00DC01AB">
            <w:pPr>
              <w:pStyle w:val="CUSTOMColumnText"/>
            </w:pPr>
          </w:p>
          <w:p w:rsidR="00A47A47" w:rsidRPr="00122ACE" w:rsidRDefault="00A47A47" w:rsidP="00DC01AB">
            <w:pPr>
              <w:pStyle w:val="CUSTOMColumnText"/>
            </w:pPr>
            <w:r>
              <w:t xml:space="preserve">The </w:t>
            </w:r>
            <w:r w:rsidR="00A077ED">
              <w:t>GSV diameter is &gt;2mm to the mid-</w:t>
            </w:r>
            <w:r>
              <w:t xml:space="preserve">thigh, small calibre in the mid-thigh to knee, then &gt;2mm in the proximal calf. </w:t>
            </w:r>
          </w:p>
          <w:p w:rsidR="00122ACE" w:rsidRPr="00122ACE" w:rsidRDefault="00122ACE" w:rsidP="00DC01AB">
            <w:pPr>
              <w:pStyle w:val="CUSTOMColumnText"/>
            </w:pPr>
          </w:p>
          <w:p w:rsidR="00122ACE" w:rsidRPr="00122ACE" w:rsidRDefault="00122ACE" w:rsidP="00DC01AB">
            <w:pPr>
              <w:pStyle w:val="CUSTOMColumnText"/>
            </w:pPr>
            <w:r w:rsidRPr="00122ACE">
              <w:t xml:space="preserve">The SSV is of small diameter and is patent as well as competent. </w:t>
            </w:r>
          </w:p>
          <w:p w:rsidR="00122ACE" w:rsidRDefault="00122ACE" w:rsidP="00DC01AB">
            <w:pPr>
              <w:pStyle w:val="CUSTOMColumnText"/>
              <w:rPr>
                <w:sz w:val="21"/>
                <w:szCs w:val="21"/>
              </w:rPr>
            </w:pPr>
          </w:p>
          <w:p w:rsidR="00122ACE" w:rsidRDefault="00122ACE" w:rsidP="00DC01AB">
            <w:pPr>
              <w:pStyle w:val="CUSTOMColumnText"/>
            </w:pPr>
            <w:r>
              <w:t xml:space="preserve">Incompetent perforator 3-4 cm above medial malleolus. </w:t>
            </w:r>
          </w:p>
          <w:p w:rsidR="00122ACE" w:rsidRDefault="00122ACE" w:rsidP="00DC01AB">
            <w:pPr>
              <w:pStyle w:val="CUSTOMColumnText"/>
            </w:pPr>
          </w:p>
          <w:p w:rsidR="00122ACE" w:rsidRPr="00122ACE" w:rsidRDefault="00122ACE" w:rsidP="00DC01AB">
            <w:pPr>
              <w:pStyle w:val="CUSTOMColumnText"/>
              <w:rPr>
                <w:b/>
                <w:u w:val="single"/>
              </w:rPr>
            </w:pPr>
            <w:r w:rsidRPr="00122ACE">
              <w:rPr>
                <w:b/>
                <w:u w:val="single"/>
              </w:rPr>
              <w:t>Left lower extremity:</w:t>
            </w:r>
          </w:p>
          <w:p w:rsidR="00122ACE" w:rsidRDefault="00122ACE" w:rsidP="00DC01AB">
            <w:pPr>
              <w:pStyle w:val="CUSTOMColumnText"/>
            </w:pPr>
          </w:p>
          <w:p w:rsidR="00122ACE" w:rsidRDefault="00122ACE" w:rsidP="00DC01AB">
            <w:pPr>
              <w:pStyle w:val="CUSTOMColumnText"/>
            </w:pPr>
            <w:r>
              <w:t xml:space="preserve">All deep veins are patent and competent. </w:t>
            </w:r>
          </w:p>
          <w:p w:rsidR="00122ACE" w:rsidRDefault="00122ACE" w:rsidP="00DC01AB">
            <w:pPr>
              <w:pStyle w:val="CUSTOMColumnText"/>
            </w:pPr>
          </w:p>
          <w:p w:rsidR="00122ACE" w:rsidRDefault="00122ACE" w:rsidP="00122ACE">
            <w:pPr>
              <w:pStyle w:val="CUSTOMColumnText"/>
            </w:pPr>
            <w:r>
              <w:t>The SFJ and GSV are patent although incompetent.</w:t>
            </w:r>
            <w:r w:rsidR="004D63A6">
              <w:t xml:space="preserve"> The native GSV exits the facia at the mid-thigh and tracks the medial thigh. 3-4cm after exiting the fascia the GSV branches and the varix tracks the anterior thigh across the patella. The varix communicates with </w:t>
            </w:r>
            <w:proofErr w:type="gramStart"/>
            <w:r w:rsidR="004D63A6">
              <w:t>a</w:t>
            </w:r>
            <w:proofErr w:type="gramEnd"/>
            <w:r w:rsidR="004D63A6">
              <w:t xml:space="preserve"> incompetent perforator in the proximal calf. The native GSV in the </w:t>
            </w:r>
            <w:r w:rsidR="005E23C6">
              <w:t xml:space="preserve">proximal </w:t>
            </w:r>
            <w:r w:rsidR="004D63A6">
              <w:t xml:space="preserve">calf is supplied by a varix originating from the thigh varix causing the GSV to be incompetent to the distal calf. </w:t>
            </w:r>
          </w:p>
          <w:p w:rsidR="00A47A47" w:rsidRDefault="00A47A47" w:rsidP="00122ACE">
            <w:pPr>
              <w:pStyle w:val="CUSTOMColumnText"/>
            </w:pPr>
          </w:p>
          <w:p w:rsidR="00A47A47" w:rsidRDefault="00A47A47" w:rsidP="00122ACE">
            <w:pPr>
              <w:pStyle w:val="CUSTOMColumnText"/>
            </w:pPr>
            <w:r>
              <w:t xml:space="preserve">The </w:t>
            </w:r>
            <w:r w:rsidR="00A077ED">
              <w:t>GSV diameter is &gt;2mm to the mid-</w:t>
            </w:r>
            <w:r>
              <w:t xml:space="preserve">thigh, small calibre in the mid-thigh to knee, then &gt;2mm in the proximal calf. </w:t>
            </w:r>
          </w:p>
          <w:p w:rsidR="004D63A6" w:rsidRDefault="004D63A6" w:rsidP="00122ACE">
            <w:pPr>
              <w:pStyle w:val="CUSTOMColumnText"/>
            </w:pPr>
          </w:p>
          <w:p w:rsidR="004D63A6" w:rsidRDefault="004D63A6" w:rsidP="00122ACE">
            <w:pPr>
              <w:pStyle w:val="CUSTOMColumnText"/>
            </w:pPr>
            <w:r>
              <w:t xml:space="preserve">The SSV is of small diameter, patent and competent. </w:t>
            </w:r>
          </w:p>
          <w:p w:rsidR="004D63A6" w:rsidRDefault="004D63A6" w:rsidP="00122ACE">
            <w:pPr>
              <w:pStyle w:val="CUSTOMColumnText"/>
            </w:pPr>
          </w:p>
          <w:p w:rsidR="004D63A6" w:rsidRPr="00A15FF2" w:rsidRDefault="004D63A6" w:rsidP="00A077ED">
            <w:pPr>
              <w:pStyle w:val="CUSTOMColumnText"/>
            </w:pPr>
            <w:r>
              <w:t>Incomp</w:t>
            </w:r>
            <w:r w:rsidR="00A077ED">
              <w:t xml:space="preserve">etent perforator proximal-mid calf 12cm </w:t>
            </w:r>
            <w:proofErr w:type="gramStart"/>
            <w:r w:rsidR="00A077ED">
              <w:t>below  knee</w:t>
            </w:r>
            <w:proofErr w:type="gramEnd"/>
            <w:r w:rsidR="00A077ED">
              <w:t xml:space="preserve"> crease.  </w:t>
            </w:r>
          </w:p>
        </w:tc>
      </w:tr>
      <w:tr w:rsidR="009D4370" w:rsidTr="007E5FF0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021342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328" w:rsidRDefault="00FB3328" w:rsidP="005748E3">
      <w:pPr>
        <w:spacing w:after="0" w:line="240" w:lineRule="auto"/>
      </w:pPr>
      <w:r>
        <w:separator/>
      </w:r>
    </w:p>
  </w:endnote>
  <w:endnote w:type="continuationSeparator" w:id="0">
    <w:p w:rsidR="00FB3328" w:rsidRDefault="00FB3328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328" w:rsidRDefault="00FB3328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1123315</wp:posOffset>
              </wp:positionH>
              <wp:positionV relativeFrom="paragraph">
                <wp:posOffset>-1043305</wp:posOffset>
              </wp:positionV>
              <wp:extent cx="4394200" cy="334645"/>
              <wp:effectExtent l="8890" t="13970" r="0" b="22860"/>
              <wp:wrapNone/>
              <wp:docPr id="1" name="Group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4200" cy="334645"/>
                        <a:chOff x="1450" y="14461"/>
                        <a:chExt cx="6920" cy="527"/>
                      </a:xfrm>
                    </wpg:grpSpPr>
                    <wpg:grpSp>
                      <wpg:cNvPr id="76" name="Group 60"/>
                      <wpg:cNvGrpSpPr>
                        <a:grpSpLocks/>
                      </wpg:cNvGrpSpPr>
                      <wpg:grpSpPr bwMode="auto">
                        <a:xfrm>
                          <a:off x="3746" y="14517"/>
                          <a:ext cx="1534" cy="377"/>
                          <a:chOff x="3656" y="14517"/>
                          <a:chExt cx="1534" cy="377"/>
                        </a:xfrm>
                      </wpg:grpSpPr>
                      <wps:wsp>
                        <wps:cNvPr id="77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656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ADE0F9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139" y="14572"/>
                            <a:ext cx="105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3328" w:rsidRPr="00B8442D" w:rsidRDefault="00FB3328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Competent superficial vein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79" name="Group 67"/>
                      <wpg:cNvGrpSpPr>
                        <a:grpSpLocks/>
                      </wpg:cNvGrpSpPr>
                      <wpg:grpSpPr bwMode="auto">
                        <a:xfrm>
                          <a:off x="5512" y="14517"/>
                          <a:ext cx="1403" cy="377"/>
                          <a:chOff x="5512" y="14517"/>
                          <a:chExt cx="1403" cy="377"/>
                        </a:xfrm>
                      </wpg:grpSpPr>
                      <wps:wsp>
                        <wps:cNvPr id="80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512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679AD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5995" y="14572"/>
                            <a:ext cx="920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3328" w:rsidRPr="00B8442D" w:rsidRDefault="00FB3328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Competent deep vein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82" name="Group 64"/>
                      <wpg:cNvGrpSpPr>
                        <a:grpSpLocks/>
                      </wpg:cNvGrpSpPr>
                      <wpg:grpSpPr bwMode="auto">
                        <a:xfrm>
                          <a:off x="7046" y="14517"/>
                          <a:ext cx="1324" cy="377"/>
                          <a:chOff x="2299" y="14517"/>
                          <a:chExt cx="1324" cy="377"/>
                        </a:xfrm>
                      </wpg:grpSpPr>
                      <wps:wsp>
                        <wps:cNvPr id="83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299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782" y="14572"/>
                            <a:ext cx="84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3328" w:rsidRPr="00B8442D" w:rsidRDefault="00FB3328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 w:rsidRPr="00B8442D">
                                <w:rPr>
                                  <w:sz w:val="14"/>
                                  <w:szCs w:val="14"/>
                                </w:rPr>
                                <w:t>Deep vein scarring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85" name="Group 69"/>
                      <wpg:cNvGrpSpPr>
                        <a:grpSpLocks/>
                      </wpg:cNvGrpSpPr>
                      <wpg:grpSpPr bwMode="auto">
                        <a:xfrm>
                          <a:off x="1450" y="14461"/>
                          <a:ext cx="2185" cy="527"/>
                          <a:chOff x="1180" y="14461"/>
                          <a:chExt cx="2185" cy="527"/>
                        </a:xfrm>
                      </wpg:grpSpPr>
                      <wps:wsp>
                        <wps:cNvPr id="86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180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833" y="14572"/>
                            <a:ext cx="153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3328" w:rsidRPr="00B8442D" w:rsidRDefault="00FB3328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Arrow down and red colour denotes reflux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88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1679" y="14461"/>
                            <a:ext cx="0" cy="527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0C0C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0" o:spid="_x0000_s1034" style="position:absolute;margin-left:88.45pt;margin-top:-82.15pt;width:346pt;height:26.35pt;z-index:251655168" coordorigin="1450,14461" coordsize="6920,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">
              <v:group id="Group 60" o:spid="_x0000_s1035" style="position:absolute;left:3746;top:14517;width:1534;height:377" coordorigin="3656,14517" coordsize="153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58" o:spid="_x0000_s1036" style="position:absolute;left:3656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n6VcEA&#10;AADaAAAADwAAAGRycy9kb3ducmV2LnhtbESPQYvCMBSE78L+h/AWvIimKqh0jbKIgp60Knh9NM+2&#10;2LyUJtb6740geBxm5htmvmxNKRqqXWFZwXAQgSBOrS44U3A+bfozEM4jaywtk4InOVgufjpzjLV9&#10;cELN0WciQNjFqCD3voqldGlOBt3AVsTBu9raoA+yzqSu8RHgppSjKJpIgwWHhRwrWuWU3o53o2A/&#10;bqa33m671k8cXk7TRI4O171S3d/2/w+Ep9Z/w5/2VisYw/tKuAF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p+lXBAAAA2gAAAA8AAAAAAAAAAAAAAAAAmAIAAGRycy9kb3du&#10;cmV2LnhtbFBLBQYAAAAABAAEAPUAAACGAwAAAAA=&#10;" fillcolor="#ade0f9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37" type="#_x0000_t202" style="position:absolute;left:4139;top:14572;width:105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rIsAA&#10;AADaAAAADwAAAGRycy9kb3ducmV2LnhtbERPXWvCMBR9F/Yfwh3sTdPJGNKZljGmiD6tjrHHS3Pb&#10;VJub0sRa/fXLQPDxcL6X+WhbMVDvG8cKnmcJCOLS6YZrBd/71XQBwgdkja1jUnAhD3n2MFliqt2Z&#10;v2goQi1iCPsUFZgQulRKXxqy6GeuI45c5XqLIcK+lrrHcwy3rZwnyau02HBsMNjRh6HyWJxsnPGz&#10;S+z6Wplfu8XKF2Y/rD8PSj09ju9vIAKN4S6+uTdawQv8X4l+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rrIsAAAADaAAAADwAAAAAAAAAAAAAAAACYAgAAZHJzL2Rvd25y&#10;ZXYueG1sUEsFBgAAAAAEAAQA9QAAAIUDAAAAAA==&#10;" filled="f" stroked="f" strokeweight=".5pt">
                  <v:textbox style="mso-fit-shape-to-text:t" inset="0,0,0,0">
                    <w:txbxContent>
                      <w:p w:rsidR="00A15FF2" w:rsidRPr="00B8442D" w:rsidRDefault="00A15FF2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Competent superficial vein</w:t>
                        </w:r>
                      </w:p>
                    </w:txbxContent>
                  </v:textbox>
                </v:shape>
              </v:group>
              <v:group id="Group 67" o:spid="_x0000_s1038" style="position:absolute;left:5512;top:14517;width:1403;height:377" coordorigin="5512,14517" coordsize="1403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Rectangle 62" o:spid="_x0000_s1039" style="position:absolute;left:5512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ihcQA&#10;AADaAAAADwAAAGRycy9kb3ducmV2LnhtbESPQUsDMRSE74L/ITzBm03aQ1vWpktRiiKItPWgt8fm&#10;NVl287IksV399UYQehxm5htmVY++FyeKqQ2sYTpRIIibYFq2Gt4P27sliJSRDfaBScM3JajX11cr&#10;rEw4845O+2xFgXCqUIPLeaikTI0jj2kSBuLiHUP0mIuMVpqI5wL3vZwpNZceWy4LDgd6cNR0+y+v&#10;4dEd7Bs/zZvP8eN1al9UVD/dQuvbm3FzDyLTmC/h//az0bCAvyvlBs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hooXEAAAA2gAAAA8AAAAAAAAAAAAAAAAAmAIAAGRycy9k&#10;b3ducmV2LnhtbFBLBQYAAAAABAAEAPUAAACJAwAAAAA=&#10;" fillcolor="#679ad1" strokeweight=".5pt"/>
                <v:shape id="Text Box 63" o:spid="_x0000_s1040" type="#_x0000_t202" style="position:absolute;left:5995;top:14572;width:92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hJ78A&#10;AADaAAAADwAAAGRycy9kb3ducmV2LnhtbERPTWvCQBC9F/wPywi91Y09lBJdpYiK6KlRpMchO8mm&#10;zc6G7DbG/vrOodDj430v16Nv1UB9bAIbmM8yUMRlsA3XBi7n3dMrqJiQLbaBycCdIqxXk4cl5jbc&#10;+J2GItVKQjjmaMCl1OVax9KRxzgLHbFwVeg9JoF9rW2PNwn3rX7OshftsWFpcNjRxlH5VXx7mXE9&#10;ZX7/U7kPf8QqFu487LefxjxOx7cFqERj+hf/uQ/WgGyVK+IH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h+EnvwAAANoAAAAPAAAAAAAAAAAAAAAAAJgCAABkcnMvZG93bnJl&#10;di54bWxQSwUGAAAAAAQABAD1AAAAhAMAAAAA&#10;" filled="f" stroked="f" strokeweight=".5pt">
                  <v:textbox style="mso-fit-shape-to-text:t" inset="0,0,0,0">
                    <w:txbxContent>
                      <w:p w:rsidR="00A15FF2" w:rsidRPr="00B8442D" w:rsidRDefault="00A15FF2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Competent deep vein</w:t>
                        </w:r>
                      </w:p>
                    </w:txbxContent>
                  </v:textbox>
                </v:shape>
              </v:group>
              <v:group id="Group 64" o:spid="_x0000_s1041" style="position:absolute;left:7046;top:14517;width:1324;height:377" coordorigin="2299,14517" coordsize="132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rect id="Rectangle 65" o:spid="_x0000_s1042" style="position:absolute;left:2299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h0q8MA&#10;AADbAAAADwAAAGRycy9kb3ducmV2LnhtbESPQYvCQAyF7wv+hyGCt3WqB3Gro4ggiIq763rxFjqx&#10;rXYypTNq/febg+At4b2892U6b12l7tSE0rOBQT8BRZx5W3Ju4Pi3+hyDChHZYuWZDDwpwHzW+Zhi&#10;av2Df+l+iLmSEA4pGihirFOtQ1aQw9D3NbFoZ984jLI2ubYNPiTcVXqYJCPtsGRpKLCmZUHZ9XBz&#10;BoJ/JqvT9/7H3S6h9nprs83uy5het11MQEVq49v8ul5bwRd6+UUG0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h0q8MAAADbAAAADwAAAAAAAAAAAAAAAACYAgAAZHJzL2Rv&#10;d25yZXYueG1sUEsFBgAAAAAEAAQA9QAAAIgDAAAAAA==&#10;" fillcolor="yellow" strokeweight=".5pt"/>
                <v:shape id="Text Box 66" o:spid="_x0000_s1043" type="#_x0000_t202" style="position:absolute;left:2782;top:14572;width:84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jYcQA&#10;AADbAAAADwAAAGRycy9kb3ducmV2LnhtbESPQWvDMAyF74X9B6NBb62THcbI4oYytjLWU9MydhSx&#10;EmeN5RB7adpfXw8KvUm89z095cVkOzHS4FvHCtJlAoK4crrlRsFh/7F4AeEDssbOMSk4k4di9TDL&#10;MdPuxDsay9CIGMI+QwUmhD6T0leGLPql64mjVrvBYojr0Eg94CmG204+JcmztNhyvGCwpzdD1bH8&#10;s7HG9zaxm0ttfuwX1r40+3Hz/qvU/HFav4IINIW7+UZ/6sil8P9LH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I2H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A15FF2" w:rsidRPr="00B8442D" w:rsidRDefault="00A15FF2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 w:rsidRPr="00B8442D">
                          <w:rPr>
                            <w:sz w:val="14"/>
                            <w:szCs w:val="14"/>
                          </w:rPr>
                          <w:t>Deep vein scarring</w:t>
                        </w:r>
                      </w:p>
                    </w:txbxContent>
                  </v:textbox>
                </v:shape>
              </v:group>
              <v:group id="Group 69" o:spid="_x0000_s1044" style="position:absolute;left:1450;top:14461;width:2185;height:527" coordorigin="1180,14461" coordsize="2185,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angle 52" o:spid="_x0000_s1045" style="position:absolute;left:1180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GBsIA&#10;AADbAAAADwAAAGRycy9kb3ducmV2LnhtbERPTYvCMBC9L/gfwgheRFMVdrUaRRYFD3vRKl6HZmyq&#10;zaTbRO3++82CsLd5vM9ZrFpbiQc1vnSsYDRMQBDnTpdcKDhm28EUhA/IGivHpOCHPKyWnbcFpto9&#10;eU+PQyhEDGGfogITQp1K6XNDFv3Q1cSRu7jGYoiwKaRu8BnDbSXHSfIuLZYcGwzW9Gkovx3uVsE6&#10;O4+93bTf5rQ99WfZVz/7uN6V6nXb9RxEoDb8i1/unY7zJ/D3Szx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dQYGwgAAANsAAAAPAAAAAAAAAAAAAAAAAJgCAABkcnMvZG93&#10;bnJldi54bWxQSwUGAAAAAAQABAD1AAAAhwMAAAAA&#10;" fillcolor="red" strokeweight=".5pt"/>
                <v:shape id="Text Box 53" o:spid="_x0000_s1046" type="#_x0000_t202" style="position:absolute;left:1833;top:14572;width:1532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A+cQA&#10;AADbAAAADwAAAGRycy9kb3ducmV2LnhtbESPQWvCQBCF70L/wzKF3nRTKUVSN6GUKqKnxlJ6HLKT&#10;bDQ7G7JrjP76bkHwNsN735s3y3y0rRio941jBc+zBARx6XTDtYLv/Wq6AOEDssbWMSm4kIc8e5gs&#10;MdXuzF80FKEWMYR9igpMCF0qpS8NWfQz1xFHrXK9xRDXvpa6x3MMt62cJ8mrtNhwvGCwow9D5bE4&#10;2VjjZ5fY9bUyv3aLlS/Mflh/HpR6ehzf30AEGsPdfKM3OnIv8P9LH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gPn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A15FF2" w:rsidRPr="00B8442D" w:rsidRDefault="00A15FF2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Arrow down and red colour denotes reflux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8" o:spid="_x0000_s1047" type="#_x0000_t32" style="position:absolute;left:1679;top:14461;width:0;height:5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vYssAAAADbAAAADwAAAGRycy9kb3ducmV2LnhtbERPzYrCMBC+C75DGGFvmup211KNIssK&#10;i6e16wMMzdgWm0lpYqxvbxYEb/Px/c56O5hWBOpdY1nBfJaAIC6tbrhScPrbTzMQziNrbC2Tgjs5&#10;2G7GozXm2t74SKHwlYgh7HJUUHvf5VK6siaDbmY74sidbW/QR9hXUvd4i+GmlYsk+ZQGG44NNXb0&#10;VVN5Ka5GwQKPRToPafqdLe+X95AcfrNwUOptMuxWIDwN/iV+un90nP8B/7/EA+Tm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YL2LLAAAAA2wAAAA8AAAAAAAAAAAAAAAAA&#10;oQIAAGRycy9kb3ducmV2LnhtbFBLBQYAAAAABAAEAPkAAACOAwAAAAA=&#10;" strokecolor="red" strokeweight="1pt">
                  <v:stroke endarrow="block"/>
                  <v:shadow color="silver"/>
                </v:shape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6192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328" w:rsidRDefault="00FB3328" w:rsidP="005748E3">
      <w:pPr>
        <w:spacing w:after="0" w:line="240" w:lineRule="auto"/>
      </w:pPr>
      <w:r>
        <w:separator/>
      </w:r>
    </w:p>
  </w:footnote>
  <w:footnote w:type="continuationSeparator" w:id="0">
    <w:p w:rsidR="00FB3328" w:rsidRDefault="00FB3328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328" w:rsidRDefault="00FB3328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1312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4" name="Group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5" name="Picture 8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8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5" o:spid="_x0000_s1026" style="position:absolute;margin-left:42.55pt;margin-top:45.95pt;width:510.6pt;height:80.1pt;z-index:-251655168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6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+lr3CAAAA2wAAAA8AAABkcnMvZG93bnJldi54bWxEj19rwjAUxd8Fv0O4A19kphYm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vpa9wgAAANsAAAAPAAAAAAAAAAAAAAAAAJ8C&#10;AABkcnMvZG93bnJldi54bWxQSwUGAAAAAAQABAD3AAAAjgMAAAAA&#10;">
                <v:imagedata r:id="rId3" o:title=""/>
              </v:shape>
              <v:shape id="Picture 87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Z4nEAAAA2wAAAA8AAABkcnMvZG93bnJldi54bWxEj09rwkAUxO+FfoflFXqrm0oIkrqKLVqk&#10;h2BivT+yL38w+zbNriZ++26h4HGYmd8wy/VkOnGlwbWWFbzOIhDEpdUt1wq+j7uXBQjnkTV2lknB&#10;jRysV48PS0y1HTmna+FrESDsUlTQeN+nUrqyIYNuZnvi4FV2MOiDHGqpBxwD3HRyHkWJNNhyWGiw&#10;p4+GynNxMQqqn131dcg9vn/G5yI+bbMDLTKlnp+mzRsIT5O/h//be61gnsDfl/AD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fCZ4nEAAAA2wAAAA8AAAAAAAAAAAAAAAAA&#10;nwIAAGRycy9kb3ducmV2LnhtbFBLBQYAAAAABAAEAPcAAACQ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240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3328" w:rsidRDefault="00FB3328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0" type="#_x0000_t202" style="position:absolute;margin-left:42.55pt;margin-top:789.85pt;width:510.25pt;height:22.7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ckzrwIAAKs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D6Rckz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A15FF2" w:rsidRDefault="00A15FF2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328" w:rsidRDefault="00FB3328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19" name="Group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0" name="Picture 8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JNSXAAAAA2wAAAA8AAABkcnMvZG93bnJldi54bWxETz1rwzAQ3Qv9D+IKXUojx0MxbpTQlhQy&#10;BZqYzFfpYhtbJ2Mpjvvve0Mg4+N9rzaz79VEY2wDG1guMlDENriWawPV8fu1ABUTssM+MBn4owib&#10;9ePDCksXrvxD0yHVSkI4lmigSWkotY62IY9xEQZi4c5h9JgEjrV2I14l3Pc6z7I37bFlaWhwoK+G&#10;bHe4eCk586XoX/Lfoqu2n/tTYXdTZ415fpo/3kElmtNdfHPvnIFc1ssX+QF6/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sk1JcAAAADbAAAADwAAAAAAAAAAAAAAAACfAgAA&#10;ZHJzL2Rvd25yZXYueG1sUEsFBgAAAAAEAAQA9wAAAIwDAAAAAA==&#10;">
                <v:imagedata r:id="rId3" o:title=""/>
              </v:shape>
              <v:shape id="Picture 8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r//3DAAAA2wAAAA8AAABkcnMvZG93bnJldi54bWxEj0+LwjAUxO8L+x3CE7ytqSKLVKPooot4&#10;EFv1/mhe/2DzUpus1m+/EQSPw8z8hpktOlOLG7WusqxgOIhAEGdWV1woOB03XxMQziNrrC2Tggc5&#10;WMw/P2YYa3vnhG6pL0SAsItRQel9E0vpspIMuoFtiIOX29agD7ItpG7xHuCmlqMo+pYGKw4LJTb0&#10;U1J2Sf+Mgvy6yXeHxOPqd3xJx+f1/kCTvVL9XrecgvDU+Xf41d5qBaMhPL+EHyDn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Cv//c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336" behindDoc="1" locked="1" layoutInCell="0" allowOverlap="1">
          <wp:simplePos x="0" y="0"/>
          <wp:positionH relativeFrom="page">
            <wp:posOffset>1149350</wp:posOffset>
          </wp:positionH>
          <wp:positionV relativeFrom="page">
            <wp:posOffset>3717290</wp:posOffset>
          </wp:positionV>
          <wp:extent cx="5360670" cy="5408930"/>
          <wp:effectExtent l="0" t="0" r="0" b="1270"/>
          <wp:wrapNone/>
          <wp:docPr id="91" name="Picture 91" descr="2B POSTERIOR VEINS OF THE LEGS replaced with new anterior vie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1" descr="2B POSTERIOR VEINS OF THE LEGS replaced with new anterior view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365"/>
                  <a:stretch>
                    <a:fillRect/>
                  </a:stretch>
                </pic:blipFill>
                <pic:spPr bwMode="auto">
                  <a:xfrm>
                    <a:off x="0" y="0"/>
                    <a:ext cx="5360670" cy="540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4144" behindDoc="0" locked="1" layoutInCell="0" allowOverlap="1">
              <wp:simplePos x="0" y="0"/>
              <wp:positionH relativeFrom="column">
                <wp:posOffset>4105275</wp:posOffset>
              </wp:positionH>
              <wp:positionV relativeFrom="page">
                <wp:posOffset>3398520</wp:posOffset>
              </wp:positionV>
              <wp:extent cx="859790" cy="224155"/>
              <wp:effectExtent l="9525" t="7620" r="26035" b="25400"/>
              <wp:wrapNone/>
              <wp:docPr id="18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790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FB3328" w:rsidRPr="005D0996" w:rsidRDefault="00FB3328" w:rsidP="005D0996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Pos</w:t>
                          </w:r>
                          <w:r w:rsidRPr="005D0996">
                            <w:rPr>
                              <w:sz w:val="18"/>
                              <w:szCs w:val="18"/>
                            </w:rPr>
                            <w:t>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31" type="#_x0000_t202" style="position:absolute;margin-left:323.25pt;margin-top:267.6pt;width:67.7pt;height:17.6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" o:allowincell="f" strokeweight=".5pt">
              <v:shadow on="t" color="silver"/>
              <v:textbox style="mso-fit-shape-to-text:t" inset="1mm,1.2mm,1mm,1.2mm">
                <w:txbxContent>
                  <w:p w:rsidR="00A15FF2" w:rsidRPr="005D0996" w:rsidRDefault="00A15FF2" w:rsidP="005D0996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Pos</w:t>
                    </w:r>
                    <w:r w:rsidRPr="005D0996">
                      <w:rPr>
                        <w:sz w:val="18"/>
                        <w:szCs w:val="18"/>
                      </w:rPr>
                      <w:t>terior view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3120" behindDoc="0" locked="1" layoutInCell="0" allowOverlap="1">
              <wp:simplePos x="0" y="0"/>
              <wp:positionH relativeFrom="column">
                <wp:posOffset>1552575</wp:posOffset>
              </wp:positionH>
              <wp:positionV relativeFrom="page">
                <wp:posOffset>3398520</wp:posOffset>
              </wp:positionV>
              <wp:extent cx="764540" cy="224155"/>
              <wp:effectExtent l="9525" t="7620" r="26035" b="25400"/>
              <wp:wrapNone/>
              <wp:docPr id="17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4540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FB3328" w:rsidRPr="005D0996" w:rsidRDefault="00FB3328" w:rsidP="005D0996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5D0996">
                            <w:rPr>
                              <w:sz w:val="18"/>
                              <w:szCs w:val="18"/>
                            </w:rPr>
                            <w:t>Anterior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0" o:spid="_x0000_s1032" type="#_x0000_t202" style="position:absolute;margin-left:122.25pt;margin-top:267.6pt;width:60.2pt;height:17.6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" o:allowincell="f" strokeweight=".5pt">
              <v:shadow on="t" color="silver"/>
              <v:textbox style="mso-fit-shape-to-text:t" inset="1mm,1.2mm,1mm,1.2mm">
                <w:txbxContent>
                  <w:p w:rsidR="00A15FF2" w:rsidRPr="005D0996" w:rsidRDefault="00A15FF2" w:rsidP="005D0996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 w:rsidRPr="005D0996">
                      <w:rPr>
                        <w:sz w:val="18"/>
                        <w:szCs w:val="18"/>
                      </w:rPr>
                      <w:t>Anterior view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1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3328" w:rsidRDefault="00FB3328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3" type="#_x0000_t202" style="position:absolute;margin-left:42.5pt;margin-top:789.7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zPZsQIAALE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YnM9m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A15FF2" w:rsidRDefault="00A15FF2" w:rsidP="002E04BC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 style="mso-position-vertical-relative:page;mso-width-relative:margin;mso-height-relative:margin" o:allowincell="f" strokecolor="red">
      <v:stroke endarrow="block" color="red" weight=".5pt"/>
      <v:shadow color="silver"/>
      <v:textbox style="mso-fit-shape-to-text:t" inset="0,1.2mm,0,1.2mm"/>
      <o:colormru v:ext="edit" colors="#ddd,silver,#ade0f9,#679ad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6C8"/>
    <w:rsid w:val="000009C6"/>
    <w:rsid w:val="00002C57"/>
    <w:rsid w:val="00004989"/>
    <w:rsid w:val="00021342"/>
    <w:rsid w:val="0002322E"/>
    <w:rsid w:val="00030ECC"/>
    <w:rsid w:val="00031069"/>
    <w:rsid w:val="00033B0B"/>
    <w:rsid w:val="00041FD3"/>
    <w:rsid w:val="0006170F"/>
    <w:rsid w:val="00070AEC"/>
    <w:rsid w:val="00075B57"/>
    <w:rsid w:val="000B1F8C"/>
    <w:rsid w:val="000C302A"/>
    <w:rsid w:val="000C4B93"/>
    <w:rsid w:val="000D03AD"/>
    <w:rsid w:val="000D12F2"/>
    <w:rsid w:val="0012112F"/>
    <w:rsid w:val="00122ACE"/>
    <w:rsid w:val="00123164"/>
    <w:rsid w:val="00130369"/>
    <w:rsid w:val="0014708E"/>
    <w:rsid w:val="00156E8E"/>
    <w:rsid w:val="00186F8F"/>
    <w:rsid w:val="00191142"/>
    <w:rsid w:val="001A0E8C"/>
    <w:rsid w:val="001A1B5B"/>
    <w:rsid w:val="001A7AF4"/>
    <w:rsid w:val="001B713B"/>
    <w:rsid w:val="001C2A3A"/>
    <w:rsid w:val="001C3912"/>
    <w:rsid w:val="00210977"/>
    <w:rsid w:val="00226007"/>
    <w:rsid w:val="00271691"/>
    <w:rsid w:val="002739C8"/>
    <w:rsid w:val="002867C0"/>
    <w:rsid w:val="002932DD"/>
    <w:rsid w:val="002C6A41"/>
    <w:rsid w:val="002D4419"/>
    <w:rsid w:val="002D613D"/>
    <w:rsid w:val="002D7122"/>
    <w:rsid w:val="002E04BC"/>
    <w:rsid w:val="003234AA"/>
    <w:rsid w:val="00324212"/>
    <w:rsid w:val="003270E4"/>
    <w:rsid w:val="00352F64"/>
    <w:rsid w:val="00382C7D"/>
    <w:rsid w:val="00385FE2"/>
    <w:rsid w:val="003909B4"/>
    <w:rsid w:val="00394CF1"/>
    <w:rsid w:val="003A6622"/>
    <w:rsid w:val="003E416A"/>
    <w:rsid w:val="00400383"/>
    <w:rsid w:val="00404107"/>
    <w:rsid w:val="00411FD4"/>
    <w:rsid w:val="004520A0"/>
    <w:rsid w:val="00477D62"/>
    <w:rsid w:val="004A3BCC"/>
    <w:rsid w:val="004C122B"/>
    <w:rsid w:val="004C256B"/>
    <w:rsid w:val="004D63A6"/>
    <w:rsid w:val="004E0025"/>
    <w:rsid w:val="004E3E95"/>
    <w:rsid w:val="004F4E3F"/>
    <w:rsid w:val="005060EC"/>
    <w:rsid w:val="00525F48"/>
    <w:rsid w:val="00543410"/>
    <w:rsid w:val="00543DEF"/>
    <w:rsid w:val="00552EAF"/>
    <w:rsid w:val="005534C2"/>
    <w:rsid w:val="005606F1"/>
    <w:rsid w:val="005748E3"/>
    <w:rsid w:val="00583D40"/>
    <w:rsid w:val="005947E5"/>
    <w:rsid w:val="00596D0F"/>
    <w:rsid w:val="005C197D"/>
    <w:rsid w:val="005D0996"/>
    <w:rsid w:val="005D4909"/>
    <w:rsid w:val="005E23C6"/>
    <w:rsid w:val="005E594C"/>
    <w:rsid w:val="00624106"/>
    <w:rsid w:val="00632733"/>
    <w:rsid w:val="00644C5F"/>
    <w:rsid w:val="00661D13"/>
    <w:rsid w:val="0067732A"/>
    <w:rsid w:val="006A41AD"/>
    <w:rsid w:val="006D2A35"/>
    <w:rsid w:val="006D3CE8"/>
    <w:rsid w:val="00701D82"/>
    <w:rsid w:val="007102C1"/>
    <w:rsid w:val="007112FB"/>
    <w:rsid w:val="007126C8"/>
    <w:rsid w:val="007C5B1B"/>
    <w:rsid w:val="007E5FF0"/>
    <w:rsid w:val="00802E05"/>
    <w:rsid w:val="00803E28"/>
    <w:rsid w:val="00804042"/>
    <w:rsid w:val="00811182"/>
    <w:rsid w:val="00813362"/>
    <w:rsid w:val="00850CED"/>
    <w:rsid w:val="00854725"/>
    <w:rsid w:val="00880184"/>
    <w:rsid w:val="00893153"/>
    <w:rsid w:val="008B3BF4"/>
    <w:rsid w:val="008B3C2A"/>
    <w:rsid w:val="008C4F7F"/>
    <w:rsid w:val="008C67DE"/>
    <w:rsid w:val="008E77CD"/>
    <w:rsid w:val="00907CF4"/>
    <w:rsid w:val="00923531"/>
    <w:rsid w:val="00924EB0"/>
    <w:rsid w:val="009350DF"/>
    <w:rsid w:val="00942505"/>
    <w:rsid w:val="00943CA7"/>
    <w:rsid w:val="00961297"/>
    <w:rsid w:val="00977A1C"/>
    <w:rsid w:val="00984A59"/>
    <w:rsid w:val="00992841"/>
    <w:rsid w:val="009A0ECB"/>
    <w:rsid w:val="009A3EEC"/>
    <w:rsid w:val="009C12E1"/>
    <w:rsid w:val="009D4370"/>
    <w:rsid w:val="009E0202"/>
    <w:rsid w:val="009F0327"/>
    <w:rsid w:val="009F19EF"/>
    <w:rsid w:val="009F70D4"/>
    <w:rsid w:val="00A04256"/>
    <w:rsid w:val="00A077ED"/>
    <w:rsid w:val="00A078E6"/>
    <w:rsid w:val="00A15FF2"/>
    <w:rsid w:val="00A2369C"/>
    <w:rsid w:val="00A43026"/>
    <w:rsid w:val="00A46516"/>
    <w:rsid w:val="00A47A47"/>
    <w:rsid w:val="00A62728"/>
    <w:rsid w:val="00A90B05"/>
    <w:rsid w:val="00A90F95"/>
    <w:rsid w:val="00AA0074"/>
    <w:rsid w:val="00AA2AD4"/>
    <w:rsid w:val="00AB09A7"/>
    <w:rsid w:val="00AB7058"/>
    <w:rsid w:val="00AC0857"/>
    <w:rsid w:val="00AF0BD3"/>
    <w:rsid w:val="00B03018"/>
    <w:rsid w:val="00B040FE"/>
    <w:rsid w:val="00B13FBA"/>
    <w:rsid w:val="00B14AFB"/>
    <w:rsid w:val="00B35F22"/>
    <w:rsid w:val="00B415C1"/>
    <w:rsid w:val="00B46E1E"/>
    <w:rsid w:val="00B734E8"/>
    <w:rsid w:val="00B8442D"/>
    <w:rsid w:val="00B87660"/>
    <w:rsid w:val="00BA480C"/>
    <w:rsid w:val="00BC2B3E"/>
    <w:rsid w:val="00BC5836"/>
    <w:rsid w:val="00C24FD1"/>
    <w:rsid w:val="00C2776E"/>
    <w:rsid w:val="00C36AA5"/>
    <w:rsid w:val="00C44E9D"/>
    <w:rsid w:val="00C64AE2"/>
    <w:rsid w:val="00C943BB"/>
    <w:rsid w:val="00CB3119"/>
    <w:rsid w:val="00D065FF"/>
    <w:rsid w:val="00D14AB1"/>
    <w:rsid w:val="00D254A0"/>
    <w:rsid w:val="00D35CC3"/>
    <w:rsid w:val="00D37604"/>
    <w:rsid w:val="00D86277"/>
    <w:rsid w:val="00D94904"/>
    <w:rsid w:val="00DC01AB"/>
    <w:rsid w:val="00DC5770"/>
    <w:rsid w:val="00DD0B20"/>
    <w:rsid w:val="00DF1DE9"/>
    <w:rsid w:val="00E32912"/>
    <w:rsid w:val="00E339E8"/>
    <w:rsid w:val="00E4100D"/>
    <w:rsid w:val="00E463E3"/>
    <w:rsid w:val="00E6169F"/>
    <w:rsid w:val="00E722DF"/>
    <w:rsid w:val="00E73447"/>
    <w:rsid w:val="00EA5C7C"/>
    <w:rsid w:val="00ED45C7"/>
    <w:rsid w:val="00F028B5"/>
    <w:rsid w:val="00F02F77"/>
    <w:rsid w:val="00F071E8"/>
    <w:rsid w:val="00F16C76"/>
    <w:rsid w:val="00F3457B"/>
    <w:rsid w:val="00F3756B"/>
    <w:rsid w:val="00F959B6"/>
    <w:rsid w:val="00F97841"/>
    <w:rsid w:val="00FB3328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style="mso-position-vertical-relative:page;mso-width-relative:margin;mso-height-relative:margin" o:allowincell="f" strokecolor="red">
      <v:stroke endarrow="block" color="red" weight=".5pt"/>
      <v:shadow color="silver"/>
      <v:textbox style="mso-fit-shape-to-text:t" inset="0,1.2mm,0,1.2mm"/>
      <o:colormru v:ext="edit" colors="#ddd,silver,#ade0f9,#679ad1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12112F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12112F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urefw0.UHL\AppData\Local\Microsoft\Windows\Temporary%20Internet%20Files\Content.IE5\EY2VVZ57\Lower%20Limb%20Venous%20Insufficiency%20scan%20_%20Both%20_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Venous Insufficiency scan _ Both _ Normal</Template>
  <TotalTime>50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Daniel.Sims</cp:lastModifiedBy>
  <cp:revision>7</cp:revision>
  <cp:lastPrinted>2019-01-18T11:11:00Z</cp:lastPrinted>
  <dcterms:created xsi:type="dcterms:W3CDTF">2019-08-27T15:53:00Z</dcterms:created>
  <dcterms:modified xsi:type="dcterms:W3CDTF">2019-08-30T09:54:00Z</dcterms:modified>
</cp:coreProperties>
</file>